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7"/>
        <w:gridCol w:w="4927"/>
      </w:tblGrid>
      <w:tr w:rsidR="00F35379" w:rsidTr="00F505D3">
        <w:tc>
          <w:tcPr>
            <w:tcW w:w="4927" w:type="dxa"/>
          </w:tcPr>
          <w:p w:rsidR="00F35379" w:rsidRDefault="00F35379" w:rsidP="00366C56">
            <w:pPr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F35379" w:rsidRPr="00D360BC" w:rsidRDefault="00F35379" w:rsidP="00F505D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60B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F35379" w:rsidRDefault="00F35379" w:rsidP="00F505D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35379" w:rsidRPr="00D360BC" w:rsidRDefault="00F35379" w:rsidP="00F505D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60B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Стародеревянковского</w:t>
            </w:r>
          </w:p>
          <w:p w:rsidR="00F35379" w:rsidRDefault="00F35379" w:rsidP="00F505D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360B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35379" w:rsidRPr="00D360BC" w:rsidRDefault="00F35379" w:rsidP="00F505D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Каневского </w:t>
            </w:r>
            <w:r w:rsidRPr="00D360B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района</w:t>
            </w:r>
          </w:p>
          <w:p w:rsidR="00F35379" w:rsidRPr="00D360BC" w:rsidRDefault="00F35379" w:rsidP="00F505D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05.02.2020 № 35</w:t>
            </w:r>
          </w:p>
          <w:p w:rsidR="00F35379" w:rsidRDefault="00F35379" w:rsidP="00366C56">
            <w:pPr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35379" w:rsidRDefault="00F35379" w:rsidP="006B0546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35379" w:rsidRDefault="00F35379" w:rsidP="00F505D3">
      <w:pPr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F505D3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Порядок </w:t>
      </w:r>
    </w:p>
    <w:p w:rsidR="00F35379" w:rsidRPr="00F505D3" w:rsidRDefault="00F35379" w:rsidP="00F505D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505D3">
        <w:rPr>
          <w:rFonts w:ascii="Times New Roman" w:hAnsi="Times New Roman" w:cs="Times New Roman"/>
          <w:color w:val="000000"/>
          <w:kern w:val="28"/>
          <w:sz w:val="28"/>
          <w:szCs w:val="28"/>
        </w:rPr>
        <w:t>принятия решения о применении мер ответственности к депутату, члену выборного органа местного самоуправления, главе муниципального образования</w:t>
      </w:r>
      <w:r w:rsidRPr="00F505D3">
        <w:rPr>
          <w:rFonts w:ascii="Times New Roman" w:hAnsi="Times New Roman" w:cs="Times New Roman"/>
          <w:color w:val="000000"/>
          <w:sz w:val="28"/>
          <w:szCs w:val="28"/>
        </w:rPr>
        <w:t>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F35379" w:rsidRPr="00F505D3" w:rsidRDefault="00F35379" w:rsidP="006B054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35379" w:rsidRPr="00D360BC" w:rsidRDefault="00F35379" w:rsidP="006B0546">
      <w:pPr>
        <w:pStyle w:val="Heading2"/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1. Настоящий Порядок определяет правила принятия решения </w:t>
      </w:r>
      <w:r w:rsidRPr="00D360BC">
        <w:rPr>
          <w:rFonts w:ascii="Times New Roman" w:hAnsi="Times New Roman" w:cs="Times New Roman"/>
          <w:b w:val="0"/>
          <w:bCs w:val="0"/>
          <w:color w:val="000000"/>
          <w:kern w:val="28"/>
          <w:sz w:val="28"/>
          <w:szCs w:val="28"/>
        </w:rPr>
        <w:t xml:space="preserve">о применении мер ответственности к депутату, члену выборного органа местного самоуправления, главе муниципального образования  </w:t>
      </w: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(далее – лица, замещающие муниципальные должности) в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Стародеревянковском</w:t>
      </w: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сельском  поселении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Каневского </w:t>
      </w: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района</w:t>
      </w:r>
      <w:r w:rsidRPr="00D360BC">
        <w:rPr>
          <w:rFonts w:ascii="Times New Roman" w:hAnsi="Times New Roman" w:cs="Times New Roman"/>
          <w:b w:val="0"/>
          <w:bCs w:val="0"/>
          <w:color w:val="000000"/>
          <w:kern w:val="28"/>
          <w:sz w:val="28"/>
          <w:szCs w:val="28"/>
        </w:rPr>
        <w:t xml:space="preserve">, </w:t>
      </w: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F35379" w:rsidRPr="00D360BC" w:rsidRDefault="00F35379" w:rsidP="006B0546">
      <w:pPr>
        <w:pStyle w:val="Heading2"/>
        <w:widowControl w:val="0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2. К лицам, замещающим муниципальные должности, за исключением главы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F35379" w:rsidRPr="00D360BC" w:rsidRDefault="00F35379" w:rsidP="00DA2D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color w:val="000000"/>
          <w:sz w:val="28"/>
          <w:szCs w:val="28"/>
        </w:rPr>
        <w:t>1) предупреждение;</w:t>
      </w:r>
    </w:p>
    <w:p w:rsidR="00F35379" w:rsidRPr="00D360BC" w:rsidRDefault="00F35379" w:rsidP="00DA2D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color w:val="000000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F35379" w:rsidRPr="00D360BC" w:rsidRDefault="00F35379" w:rsidP="00DA2D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color w:val="000000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F35379" w:rsidRPr="00D360BC" w:rsidRDefault="00F35379" w:rsidP="00DA2D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color w:val="000000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F35379" w:rsidRPr="00D360BC" w:rsidRDefault="00F35379" w:rsidP="00DA2D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color w:val="000000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F35379" w:rsidRPr="00D360BC" w:rsidRDefault="00F35379" w:rsidP="00DA2D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color w:val="000000"/>
          <w:sz w:val="28"/>
          <w:szCs w:val="28"/>
        </w:rPr>
        <w:t>2.1. К главе муниципального образования,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</w:r>
    </w:p>
    <w:p w:rsidR="00F35379" w:rsidRPr="00D360BC" w:rsidRDefault="00F35379" w:rsidP="0023647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color w:val="000000"/>
          <w:sz w:val="28"/>
          <w:szCs w:val="28"/>
        </w:rPr>
        <w:t xml:space="preserve">3. Решение о применении мер ответственности, предусмотренных в пункте 2 настоящего Порядка, принимается Советом </w:t>
      </w:r>
      <w:r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Pr="00D360B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Каневского</w:t>
      </w:r>
      <w:r w:rsidRPr="00D360BC">
        <w:rPr>
          <w:rFonts w:ascii="Times New Roman" w:hAnsi="Times New Roman" w:cs="Times New Roman"/>
          <w:color w:val="000000"/>
          <w:sz w:val="28"/>
          <w:szCs w:val="28"/>
        </w:rPr>
        <w:t xml:space="preserve"> района (далее – Совет) в течение месяца со дня поступления в Совет заявления главы администрации (губернатора) Краснодарского края, указанного в п.4 настоящего Порядка.</w:t>
      </w:r>
    </w:p>
    <w:p w:rsidR="00F35379" w:rsidRPr="00D360BC" w:rsidRDefault="00F35379" w:rsidP="005C0266">
      <w:pPr>
        <w:pStyle w:val="Heading2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4. При поступлении в Совет по результатам проведенной в соответствии с  ч.4.4 ст.12.1 Федерального закона Российской Федерации от 25.12.2008 № 273-ФЗ «О противодействии коррупции»,  ч. 14.2 ст.28 либо ч. 7 ст.29 Закона Краснодарского края от 07.06.2004 № 717-КЗ «О местном самоуправлении в Краснодарском крае» проверки заявления главы администрации (губернатора) Краснодарского края о досрочном прекращении полномочий депутата, члена выборного органа местного самоуправления или применении в отношении указанных лиц иной меры ответственности при выявлении фактов несоблюдения ограничений, запретов, неисполнения обязанностей, которые установлены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председателем комиссии Совета по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социальным вопросам</w:t>
      </w: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составляется доклад, содержащий предложение о применении к лицу, замещающему муниципальную должность, мер ответственности (далее – доклад) и представляется в Совет.</w:t>
      </w:r>
    </w:p>
    <w:p w:rsidR="00F35379" w:rsidRPr="00D360BC" w:rsidRDefault="00F35379" w:rsidP="006B0546">
      <w:pPr>
        <w:pStyle w:val="Heading2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Рассмотрение доклада осуществляется в соответствии с Регламентом Совета.</w:t>
      </w:r>
    </w:p>
    <w:p w:rsidR="00F35379" w:rsidRPr="00D360BC" w:rsidRDefault="00F35379" w:rsidP="0048230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color w:val="000000"/>
          <w:sz w:val="28"/>
          <w:szCs w:val="28"/>
        </w:rPr>
        <w:t>5. Решение о применении к лицу, замещающему муниципальную должность, мер ответственности 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правонарушителя,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</w:t>
      </w:r>
      <w:r w:rsidRPr="00D36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360BC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рассмотрения доклада большинством голосов от установленной численности депутатов Совета. </w:t>
      </w:r>
    </w:p>
    <w:p w:rsidR="00F35379" w:rsidRPr="00D360BC" w:rsidRDefault="00F35379" w:rsidP="006B0546">
      <w:pPr>
        <w:pStyle w:val="Heading2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6. В решении о применении к лицу, замещающему муниципальную должность, мер ответственности указываются основание его применения и соответствующий пункт части 7.3-1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F35379" w:rsidRPr="00D360BC" w:rsidRDefault="00F35379" w:rsidP="006B0546">
      <w:pPr>
        <w:pStyle w:val="Heading2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7. Лицо, замещающее муниципальную должность, должно быть ознакомлено под подпись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ему выдается надлежащим образом заверенная копия решения о применении к нему мер ответственности.</w:t>
      </w:r>
    </w:p>
    <w:p w:rsidR="00F35379" w:rsidRPr="00D360BC" w:rsidRDefault="00F35379" w:rsidP="006B0546">
      <w:pPr>
        <w:pStyle w:val="Heading2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8. 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подпись, составляется акт об 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 о таком решении. </w:t>
      </w:r>
    </w:p>
    <w:p w:rsidR="00F35379" w:rsidRPr="00D360BC" w:rsidRDefault="00F35379" w:rsidP="00DA2D54">
      <w:pPr>
        <w:pStyle w:val="Heading2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9.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F35379" w:rsidRPr="00D360BC" w:rsidRDefault="00F35379" w:rsidP="00DA2D54">
      <w:pPr>
        <w:pStyle w:val="Heading2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D360B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10. Копия принятого решения направляется главе администрации (губернатору) Краснодарского края  не позднее трех рабочих дней со дня его принятия.</w:t>
      </w:r>
    </w:p>
    <w:p w:rsidR="00F35379" w:rsidRDefault="00F35379">
      <w:pPr>
        <w:pStyle w:val="Heading2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20"/>
          <w:sz w:val="28"/>
          <w:szCs w:val="28"/>
        </w:rPr>
      </w:pPr>
    </w:p>
    <w:p w:rsidR="00F35379" w:rsidRDefault="00F35379">
      <w:pPr>
        <w:pStyle w:val="Heading2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pacing w:val="20"/>
          <w:sz w:val="28"/>
          <w:szCs w:val="28"/>
        </w:rPr>
      </w:pPr>
    </w:p>
    <w:p w:rsidR="00F35379" w:rsidRDefault="00F35379" w:rsidP="00F505D3">
      <w:pPr>
        <w:pStyle w:val="Heading2"/>
        <w:widowControl w:val="0"/>
        <w:tabs>
          <w:tab w:val="left" w:pos="0"/>
        </w:tabs>
        <w:suppressAutoHyphens/>
        <w:ind w:firstLine="0"/>
        <w:jc w:val="both"/>
        <w:rPr>
          <w:rFonts w:ascii="Times New Roman" w:hAnsi="Times New Roman" w:cs="Times New Roman"/>
          <w:b w:val="0"/>
          <w:bCs w:val="0"/>
          <w:color w:val="000000"/>
          <w:spacing w:val="2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20"/>
          <w:sz w:val="28"/>
          <w:szCs w:val="28"/>
        </w:rPr>
        <w:t>Начальник общего отдела</w:t>
      </w:r>
    </w:p>
    <w:p w:rsidR="00F35379" w:rsidRDefault="00F35379" w:rsidP="00F505D3">
      <w:pPr>
        <w:pStyle w:val="Heading2"/>
        <w:widowControl w:val="0"/>
        <w:tabs>
          <w:tab w:val="left" w:pos="0"/>
        </w:tabs>
        <w:suppressAutoHyphens/>
        <w:ind w:firstLine="0"/>
        <w:jc w:val="both"/>
        <w:rPr>
          <w:rFonts w:ascii="Times New Roman" w:hAnsi="Times New Roman" w:cs="Times New Roman"/>
          <w:b w:val="0"/>
          <w:bCs w:val="0"/>
          <w:color w:val="000000"/>
          <w:spacing w:val="2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20"/>
          <w:sz w:val="28"/>
          <w:szCs w:val="28"/>
        </w:rPr>
        <w:t>администрации Стародеревянковского</w:t>
      </w:r>
    </w:p>
    <w:p w:rsidR="00F35379" w:rsidRPr="00D360BC" w:rsidRDefault="00F35379" w:rsidP="00F505D3">
      <w:pPr>
        <w:pStyle w:val="Heading2"/>
        <w:widowControl w:val="0"/>
        <w:tabs>
          <w:tab w:val="left" w:pos="0"/>
        </w:tabs>
        <w:suppressAutoHyphens/>
        <w:ind w:firstLine="0"/>
        <w:jc w:val="both"/>
        <w:rPr>
          <w:rFonts w:ascii="Times New Roman" w:hAnsi="Times New Roman" w:cs="Times New Roman"/>
          <w:b w:val="0"/>
          <w:bCs w:val="0"/>
          <w:color w:val="000000"/>
          <w:spacing w:val="2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20"/>
          <w:sz w:val="28"/>
          <w:szCs w:val="28"/>
        </w:rPr>
        <w:t>сельского поселения                                                        С.П.Кротова</w:t>
      </w:r>
    </w:p>
    <w:sectPr w:rsidR="00F35379" w:rsidRPr="00D360BC" w:rsidSect="00F505D3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379" w:rsidRDefault="00F35379">
      <w:r>
        <w:separator/>
      </w:r>
    </w:p>
  </w:endnote>
  <w:endnote w:type="continuationSeparator" w:id="0">
    <w:p w:rsidR="00F35379" w:rsidRDefault="00F35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379" w:rsidRDefault="00F35379">
      <w:r>
        <w:separator/>
      </w:r>
    </w:p>
  </w:footnote>
  <w:footnote w:type="continuationSeparator" w:id="0">
    <w:p w:rsidR="00F35379" w:rsidRDefault="00F353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379" w:rsidRDefault="00F35379" w:rsidP="002C347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F35379" w:rsidRDefault="00F353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414F0"/>
    <w:multiLevelType w:val="hybridMultilevel"/>
    <w:tmpl w:val="63E6F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E0E16"/>
    <w:multiLevelType w:val="hybridMultilevel"/>
    <w:tmpl w:val="2F506002"/>
    <w:lvl w:ilvl="0" w:tplc="8D880578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7B6C"/>
    <w:rsid w:val="00042249"/>
    <w:rsid w:val="000B34C1"/>
    <w:rsid w:val="000C1769"/>
    <w:rsid w:val="00127368"/>
    <w:rsid w:val="00137051"/>
    <w:rsid w:val="001560B5"/>
    <w:rsid w:val="00236225"/>
    <w:rsid w:val="00236476"/>
    <w:rsid w:val="00251B11"/>
    <w:rsid w:val="002C347B"/>
    <w:rsid w:val="0034721A"/>
    <w:rsid w:val="00366C56"/>
    <w:rsid w:val="003E4E70"/>
    <w:rsid w:val="00482304"/>
    <w:rsid w:val="00492B74"/>
    <w:rsid w:val="004A10D0"/>
    <w:rsid w:val="004F4D8B"/>
    <w:rsid w:val="00527F94"/>
    <w:rsid w:val="0054648F"/>
    <w:rsid w:val="00554FEF"/>
    <w:rsid w:val="00563989"/>
    <w:rsid w:val="005B3047"/>
    <w:rsid w:val="005C0266"/>
    <w:rsid w:val="006021F0"/>
    <w:rsid w:val="006703A3"/>
    <w:rsid w:val="00672296"/>
    <w:rsid w:val="0068281C"/>
    <w:rsid w:val="00683B2E"/>
    <w:rsid w:val="00683C4E"/>
    <w:rsid w:val="006B0546"/>
    <w:rsid w:val="006D2DBD"/>
    <w:rsid w:val="006D692F"/>
    <w:rsid w:val="007B2688"/>
    <w:rsid w:val="007E6DE5"/>
    <w:rsid w:val="0085271C"/>
    <w:rsid w:val="008D06DD"/>
    <w:rsid w:val="008F4189"/>
    <w:rsid w:val="009358F0"/>
    <w:rsid w:val="00947F74"/>
    <w:rsid w:val="009643F0"/>
    <w:rsid w:val="009731AB"/>
    <w:rsid w:val="00995FDF"/>
    <w:rsid w:val="009F1AC7"/>
    <w:rsid w:val="009F2C9A"/>
    <w:rsid w:val="009F378A"/>
    <w:rsid w:val="00A175F0"/>
    <w:rsid w:val="00A260A1"/>
    <w:rsid w:val="00A85627"/>
    <w:rsid w:val="00AC7B6C"/>
    <w:rsid w:val="00B8344E"/>
    <w:rsid w:val="00B91F7D"/>
    <w:rsid w:val="00BB683F"/>
    <w:rsid w:val="00BE3979"/>
    <w:rsid w:val="00C61D8C"/>
    <w:rsid w:val="00C83109"/>
    <w:rsid w:val="00CE4787"/>
    <w:rsid w:val="00D04C7F"/>
    <w:rsid w:val="00D360BC"/>
    <w:rsid w:val="00D51C8A"/>
    <w:rsid w:val="00D52769"/>
    <w:rsid w:val="00D60D3B"/>
    <w:rsid w:val="00D85F08"/>
    <w:rsid w:val="00DA2D54"/>
    <w:rsid w:val="00E06350"/>
    <w:rsid w:val="00E64491"/>
    <w:rsid w:val="00F16850"/>
    <w:rsid w:val="00F247DF"/>
    <w:rsid w:val="00F35379"/>
    <w:rsid w:val="00F45B3F"/>
    <w:rsid w:val="00F505D3"/>
    <w:rsid w:val="00F65995"/>
    <w:rsid w:val="00F6622F"/>
    <w:rsid w:val="00F861DC"/>
    <w:rsid w:val="00FA1508"/>
    <w:rsid w:val="00FC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FEF"/>
    <w:pPr>
      <w:widowControl w:val="0"/>
      <w:suppressAutoHyphens/>
    </w:pPr>
    <w:rPr>
      <w:rFonts w:ascii="Times" w:hAnsi="Times" w:cs="Times"/>
      <w:kern w:val="1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2B74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aliases w:val="!Разделы документа"/>
    <w:basedOn w:val="Normal"/>
    <w:link w:val="Heading2Char"/>
    <w:uiPriority w:val="99"/>
    <w:qFormat/>
    <w:rsid w:val="006B0546"/>
    <w:pPr>
      <w:widowControl/>
      <w:suppressAutoHyphens w:val="0"/>
      <w:ind w:firstLine="567"/>
      <w:jc w:val="center"/>
      <w:outlineLvl w:val="1"/>
    </w:pPr>
    <w:rPr>
      <w:rFonts w:ascii="Arial" w:eastAsia="Times New Roman" w:hAnsi="Arial" w:cs="Arial"/>
      <w:b/>
      <w:bCs/>
      <w:kern w:val="0"/>
      <w:sz w:val="30"/>
      <w:szCs w:val="3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2B74"/>
    <w:rPr>
      <w:rFonts w:ascii="Cambria" w:hAnsi="Cambria" w:cs="Cambria"/>
      <w:b/>
      <w:bCs/>
      <w:color w:val="365F91"/>
      <w:kern w:val="1"/>
      <w:sz w:val="28"/>
      <w:szCs w:val="28"/>
      <w:lang w:eastAsia="zh-CN"/>
    </w:rPr>
  </w:style>
  <w:style w:type="character" w:customStyle="1" w:styleId="Heading2Char">
    <w:name w:val="Heading 2 Char"/>
    <w:aliases w:val="!Разделы документа Char"/>
    <w:basedOn w:val="DefaultParagraphFont"/>
    <w:link w:val="Heading2"/>
    <w:uiPriority w:val="99"/>
    <w:locked/>
    <w:rsid w:val="006B0546"/>
    <w:rPr>
      <w:rFonts w:ascii="Arial" w:hAnsi="Arial" w:cs="Arial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AC7B6C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AC7B6C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0">
    <w:name w:val="consplustitle"/>
    <w:basedOn w:val="Normal"/>
    <w:uiPriority w:val="99"/>
    <w:rsid w:val="00554F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554FEF"/>
    <w:pPr>
      <w:widowControl/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54FEF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B34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C1"/>
    <w:rPr>
      <w:rFonts w:ascii="Tahoma" w:hAnsi="Tahoma" w:cs="Tahoma"/>
      <w:kern w:val="1"/>
      <w:sz w:val="16"/>
      <w:szCs w:val="16"/>
      <w:lang w:eastAsia="zh-CN"/>
    </w:rPr>
  </w:style>
  <w:style w:type="paragraph" w:styleId="ListParagraph">
    <w:name w:val="List Paragraph"/>
    <w:basedOn w:val="Normal"/>
    <w:uiPriority w:val="99"/>
    <w:qFormat/>
    <w:rsid w:val="00D04C7F"/>
    <w:pPr>
      <w:ind w:left="720"/>
    </w:pPr>
  </w:style>
  <w:style w:type="table" w:styleId="TableGrid">
    <w:name w:val="Table Grid"/>
    <w:basedOn w:val="TableNormal"/>
    <w:uiPriority w:val="99"/>
    <w:locked/>
    <w:rsid w:val="00F505D3"/>
    <w:pPr>
      <w:widowControl w:val="0"/>
      <w:suppressAutoHyphens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505D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3AC9"/>
    <w:rPr>
      <w:rFonts w:ascii="Times" w:hAnsi="Times" w:cs="Times"/>
      <w:kern w:val="1"/>
      <w:sz w:val="24"/>
      <w:szCs w:val="24"/>
      <w:lang w:eastAsia="zh-CN"/>
    </w:rPr>
  </w:style>
  <w:style w:type="character" w:styleId="PageNumber">
    <w:name w:val="page number"/>
    <w:basedOn w:val="DefaultParagraphFont"/>
    <w:uiPriority w:val="99"/>
    <w:rsid w:val="00F505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96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3</Pages>
  <Words>1010</Words>
  <Characters>5757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2020-02-07T06:27:00Z</cp:lastPrinted>
  <dcterms:created xsi:type="dcterms:W3CDTF">2019-12-02T10:05:00Z</dcterms:created>
  <dcterms:modified xsi:type="dcterms:W3CDTF">2020-02-07T06:29:00Z</dcterms:modified>
</cp:coreProperties>
</file>