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296913">
        <w:tc>
          <w:tcPr>
            <w:tcW w:w="4785" w:type="dxa"/>
          </w:tcPr>
          <w:p w:rsidR="00296913" w:rsidRPr="00982097" w:rsidRDefault="00296913" w:rsidP="0098209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097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296913" w:rsidRPr="00982097" w:rsidRDefault="00296913" w:rsidP="009820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07.06.2022 № 129</w:t>
            </w:r>
          </w:p>
        </w:tc>
      </w:tr>
    </w:tbl>
    <w:p w:rsidR="00296913" w:rsidRDefault="00296913" w:rsidP="00537F2E">
      <w:pPr>
        <w:pStyle w:val="1"/>
        <w:shd w:val="clear" w:color="auto" w:fill="auto"/>
        <w:spacing w:before="0" w:after="0" w:line="240" w:lineRule="auto"/>
        <w:ind w:left="5387" w:right="-28"/>
        <w:jc w:val="right"/>
        <w:rPr>
          <w:sz w:val="28"/>
          <w:szCs w:val="28"/>
        </w:rPr>
      </w:pPr>
      <w:r w:rsidRPr="00537F2E">
        <w:rPr>
          <w:sz w:val="28"/>
          <w:szCs w:val="28"/>
        </w:rPr>
        <w:t xml:space="preserve">           </w:t>
      </w:r>
    </w:p>
    <w:p w:rsidR="00296913" w:rsidRPr="00537F2E" w:rsidRDefault="00296913" w:rsidP="00537F2E">
      <w:pPr>
        <w:pStyle w:val="1"/>
        <w:shd w:val="clear" w:color="auto" w:fill="auto"/>
        <w:spacing w:before="0" w:after="0" w:line="240" w:lineRule="auto"/>
        <w:ind w:left="5387" w:right="-28"/>
        <w:jc w:val="right"/>
      </w:pPr>
    </w:p>
    <w:p w:rsidR="00296913" w:rsidRPr="000D5779" w:rsidRDefault="00296913" w:rsidP="006618E5">
      <w:pPr>
        <w:pStyle w:val="20"/>
        <w:shd w:val="clear" w:color="auto" w:fill="auto"/>
        <w:spacing w:line="250" w:lineRule="exact"/>
        <w:rPr>
          <w:b w:val="0"/>
          <w:bCs w:val="0"/>
          <w:sz w:val="28"/>
          <w:szCs w:val="28"/>
        </w:rPr>
      </w:pPr>
    </w:p>
    <w:p w:rsidR="00296913" w:rsidRPr="000D5779" w:rsidRDefault="00296913" w:rsidP="00E21F6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D5779">
        <w:rPr>
          <w:rFonts w:ascii="Times New Roman" w:hAnsi="Times New Roman" w:cs="Times New Roman"/>
          <w:sz w:val="28"/>
          <w:szCs w:val="28"/>
        </w:rPr>
        <w:t>Порядок</w:t>
      </w:r>
    </w:p>
    <w:p w:rsidR="00296913" w:rsidRPr="000D5779" w:rsidRDefault="00296913" w:rsidP="00E21F6C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D5779">
        <w:rPr>
          <w:rFonts w:ascii="Times New Roman" w:hAnsi="Times New Roman" w:cs="Times New Roman"/>
          <w:sz w:val="28"/>
          <w:szCs w:val="28"/>
        </w:rPr>
        <w:t>получения согласия собственника земельного участка (объекта имущественного комплекса), находящегося в собственности Стародеревянковского сельского поселения Каневского района,</w:t>
      </w:r>
    </w:p>
    <w:p w:rsidR="00296913" w:rsidRPr="002E60DE" w:rsidRDefault="00296913" w:rsidP="00E21F6C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779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</w:t>
      </w:r>
    </w:p>
    <w:p w:rsidR="00296913" w:rsidRPr="005646EA" w:rsidRDefault="00296913" w:rsidP="00E21F6C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получения согласия собственника земельного участка (объекта имущественного комплекса), находящегося в </w:t>
      </w:r>
      <w:r w:rsidRPr="002E60DE">
        <w:rPr>
          <w:rFonts w:ascii="Times New Roman" w:hAnsi="Times New Roman" w:cs="Times New Roman"/>
          <w:sz w:val="28"/>
          <w:szCs w:val="28"/>
        </w:rPr>
        <w:t>собственности Стародеревянковского сельского поселения Каневского района для проведения</w:t>
      </w:r>
      <w:r w:rsidRPr="005646EA">
        <w:rPr>
          <w:rFonts w:ascii="Times New Roman" w:hAnsi="Times New Roman" w:cs="Times New Roman"/>
          <w:sz w:val="28"/>
          <w:szCs w:val="28"/>
        </w:rPr>
        <w:t xml:space="preserve"> на его территории ярмарки, выставки-ярмарки (далее - согласие).</w:t>
      </w:r>
    </w:p>
    <w:p w:rsidR="00296913" w:rsidRPr="002E60DE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2. Получение согласия собственника земельного участка (объекта имущественного комплекса), на территории которого предполагается проведение ярмарки, выставки-ярмарки, </w:t>
      </w:r>
      <w:r w:rsidRPr="002E60DE">
        <w:rPr>
          <w:rFonts w:ascii="Times New Roman" w:hAnsi="Times New Roman" w:cs="Times New Roman"/>
          <w:sz w:val="28"/>
          <w:szCs w:val="28"/>
        </w:rPr>
        <w:t>находящегося в муниципальной собственности, не требуется в том случае, если организатором ярмарки, выставки-ярмарки является администрация Стародеревянковского сельского поселения Каневского района.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3. Заявитель (юридическое лицо, индивидуальный предприниматель) в целях получения согласия обращается в администрацию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с заявлением о получении согласия лично, или в письменной форме по почте, или в форме электронного документа по электронной почте.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 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налогоплательщика;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right="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тип ярмарки, выставки-ярмарки, дата (период) ее проведения, место проведения и режим работы;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right="5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адресные</w:t>
      </w:r>
      <w:r w:rsidRPr="005646E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646EA">
        <w:rPr>
          <w:rFonts w:ascii="Times New Roman" w:hAnsi="Times New Roman" w:cs="Times New Roman"/>
          <w:sz w:val="28"/>
          <w:szCs w:val="28"/>
        </w:rPr>
        <w:t>ориентиры земельного</w:t>
      </w:r>
      <w:r w:rsidRPr="005646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646EA">
        <w:rPr>
          <w:rFonts w:ascii="Times New Roman" w:hAnsi="Times New Roman" w:cs="Times New Roman"/>
          <w:sz w:val="28"/>
          <w:szCs w:val="28"/>
        </w:rPr>
        <w:t>участка (объекта имущественного комплекса),</w:t>
      </w:r>
      <w:r w:rsidRPr="005646E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646EA">
        <w:rPr>
          <w:rFonts w:ascii="Times New Roman" w:hAnsi="Times New Roman" w:cs="Times New Roman"/>
          <w:sz w:val="28"/>
          <w:szCs w:val="28"/>
        </w:rPr>
        <w:t xml:space="preserve">находящихся в муниципальной собственности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646EA">
        <w:rPr>
          <w:rFonts w:ascii="Times New Roman" w:hAnsi="Times New Roman" w:cs="Times New Roman"/>
          <w:sz w:val="28"/>
          <w:szCs w:val="28"/>
        </w:rPr>
        <w:t>, где предполагается проведение ярмарки, выставки-ярмарки;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сведения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К</w:t>
      </w:r>
      <w:r w:rsidRPr="005646E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646E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Pr="005646EA">
        <w:rPr>
          <w:rFonts w:ascii="Times New Roman" w:hAnsi="Times New Roman" w:cs="Times New Roman"/>
          <w:spacing w:val="-2"/>
          <w:sz w:val="28"/>
          <w:szCs w:val="28"/>
        </w:rPr>
        <w:t>прилагаются: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документы, удостоверяющие личность организатора ярмарки, выставки-ярмарки (в случае если с запросом о даче согласия на проведение ярмарки обращается физическое лицо);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документы, удостоверяющие личность и подтверждающие полномочия представителя организатора ярмарки, выставки-ярмарки (в случае если с запросом о даче согласия на проведение ярмарки, выставки-ярмарки обращается представитель организатора ярмарки, выставки-ярмарки);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план мероприятий по организации ярмарки, выставки-ярмарки и продажи товаров (выполнения работ, оказания услуг) на ней.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Заявителем могут быть предоставлены заверенные копии документов, при отсутствии такого заверения должны быть предоставлены подлинники документов.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0DE">
        <w:rPr>
          <w:rFonts w:ascii="Times New Roman" w:hAnsi="Times New Roman" w:cs="Times New Roman"/>
          <w:sz w:val="28"/>
          <w:szCs w:val="28"/>
        </w:rPr>
        <w:t>Администрация Стародеревянковского сельского поселения Каневского района са</w:t>
      </w:r>
      <w:r w:rsidRPr="005646EA">
        <w:rPr>
          <w:rFonts w:ascii="Times New Roman" w:hAnsi="Times New Roman" w:cs="Times New Roman"/>
          <w:sz w:val="28"/>
          <w:szCs w:val="28"/>
        </w:rPr>
        <w:t>мостоятельно запрашивает выписку из ЕГРЮЛ, ЕГРИП в отношении заявителя в случае, если заявитель не предоставил её при подаче заявления.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4. </w:t>
      </w:r>
      <w:r w:rsidRPr="002E60DE">
        <w:rPr>
          <w:rFonts w:ascii="Times New Roman" w:hAnsi="Times New Roman" w:cs="Times New Roman"/>
          <w:sz w:val="28"/>
          <w:szCs w:val="28"/>
        </w:rPr>
        <w:t>Администрация Стародеревянковского сельского поселения Каневского района регистрирует</w:t>
      </w:r>
      <w:r w:rsidRPr="005646EA">
        <w:rPr>
          <w:rFonts w:ascii="Times New Roman" w:hAnsi="Times New Roman" w:cs="Times New Roman"/>
          <w:sz w:val="28"/>
          <w:szCs w:val="28"/>
        </w:rPr>
        <w:t xml:space="preserve"> заявление о получении согласия в день поступления.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В случае непредставления заявителем сведений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Pr="005646EA">
        <w:rPr>
          <w:rFonts w:ascii="Times New Roman" w:hAnsi="Times New Roman" w:cs="Times New Roman"/>
          <w:sz w:val="28"/>
          <w:szCs w:val="28"/>
        </w:rPr>
        <w:t xml:space="preserve">, указанных в пункте 3 настоящего Порядка, администрация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уведомляет заявителя об устранении недостатков. Уведомление направляется в форме электронного документа по адресу электронной почты, указанному в заявлении о получении согласия, поступившему в администрацию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района,</w:t>
      </w:r>
      <w:r w:rsidRPr="005646EA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или в письменной форме по почтовому адресу, указанному в заявлении о получении согласия, поступившем в администрацию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</w:t>
      </w:r>
      <w:r w:rsidRPr="005646EA">
        <w:rPr>
          <w:rFonts w:ascii="Times New Roman" w:hAnsi="Times New Roman" w:cs="Times New Roman"/>
          <w:sz w:val="28"/>
          <w:szCs w:val="28"/>
        </w:rPr>
        <w:t xml:space="preserve"> письменной форме.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Указанное уведомление направляется администрацией заявителю в течение 3 рабочих дней со дня регистрации заявления. В уведомлении устанавливается срок для устранения не</w:t>
      </w:r>
      <w:bookmarkStart w:id="0" w:name="_GoBack"/>
      <w:bookmarkEnd w:id="0"/>
      <w:r w:rsidRPr="005646EA">
        <w:rPr>
          <w:rFonts w:ascii="Times New Roman" w:hAnsi="Times New Roman" w:cs="Times New Roman"/>
          <w:sz w:val="28"/>
          <w:szCs w:val="28"/>
        </w:rPr>
        <w:t xml:space="preserve">достатков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46EA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46EA">
        <w:rPr>
          <w:rFonts w:ascii="Times New Roman" w:hAnsi="Times New Roman" w:cs="Times New Roman"/>
          <w:sz w:val="28"/>
          <w:szCs w:val="28"/>
        </w:rPr>
        <w:t xml:space="preserve"> с момента получения уведомления.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E60DE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рассматривает заявление и документы в срок не более 10 дней с момента их регистрации и принимает одно из следующих решений: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 выдаче согласия;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об отказе в выдаче согласия.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5. Согласие должно содержать информацию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296913" w:rsidRPr="002E60DE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принимает решение об отказе в выдаче согласия в случае, если: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заявление подано неуполномоченным лицом, в том числе если заявитель не является юридическим лицом, либо индивидуальным предпринимателем.</w:t>
      </w:r>
    </w:p>
    <w:p w:rsidR="00296913" w:rsidRPr="002E60DE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земельный участок (объект имущественного комплекса) не являются муниципальной</w:t>
      </w:r>
      <w:r w:rsidRPr="005646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E60DE">
        <w:rPr>
          <w:rFonts w:ascii="Times New Roman" w:hAnsi="Times New Roman" w:cs="Times New Roman"/>
          <w:sz w:val="28"/>
          <w:szCs w:val="28"/>
        </w:rPr>
        <w:t>собственностью Стародеревянковского сельского поселения Каневского района;</w:t>
      </w:r>
    </w:p>
    <w:p w:rsidR="00296913" w:rsidRPr="002E60DE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- в отношении земельного участка (объекта имущественного комплекса) принято решение об их предоставлении физическому или юридическому лицу, либо имеется необходимость использования земельного участка (объекта имущественного комплекса) для осуществления полномочий органов местного </w:t>
      </w:r>
      <w:r w:rsidRPr="002E60DE">
        <w:rPr>
          <w:rFonts w:ascii="Times New Roman" w:hAnsi="Times New Roman" w:cs="Times New Roman"/>
          <w:sz w:val="28"/>
          <w:szCs w:val="28"/>
        </w:rPr>
        <w:t>самоуправления Стародеревянковского сельского поселения Каневского района;</w:t>
      </w:r>
    </w:p>
    <w:p w:rsidR="00296913" w:rsidRPr="005646EA" w:rsidRDefault="00296913" w:rsidP="005646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земельный участок (объект имущественного комплекса) обременены правами третьих лиц;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- наличие у </w:t>
      </w:r>
      <w:r w:rsidRPr="002E60DE">
        <w:rPr>
          <w:rFonts w:ascii="Times New Roman" w:hAnsi="Times New Roman" w:cs="Times New Roman"/>
          <w:sz w:val="28"/>
          <w:szCs w:val="28"/>
        </w:rPr>
        <w:t>администрации Стародеревянковского сельского поселения Каневского района, рассматривающей</w:t>
      </w:r>
      <w:r w:rsidRPr="005646EA">
        <w:rPr>
          <w:rFonts w:ascii="Times New Roman" w:hAnsi="Times New Roman" w:cs="Times New Roman"/>
          <w:sz w:val="28"/>
          <w:szCs w:val="28"/>
        </w:rPr>
        <w:t xml:space="preserve"> заявку, информации исполнительного органа государственной власти Краснодарского края в области потребительской сферы о не уплаченном организатором ярмарки, выставки-ярмарки в установленный срок административном штрафе, назначенном за правонарушения, предусмотренные статьей 3.14 Закона Краснодарского края «Об административных правонарушениях» - нарушение порядка организации ярмарок, выставок-ярмарок и продажи товаров на них.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Согласие или уведомление об отказе в его выдаче с указанием основания отказа подписываются главой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или</w:t>
      </w:r>
      <w:r w:rsidRPr="005646EA">
        <w:rPr>
          <w:rFonts w:ascii="Times New Roman" w:hAnsi="Times New Roman" w:cs="Times New Roman"/>
          <w:sz w:val="28"/>
          <w:szCs w:val="28"/>
        </w:rPr>
        <w:t xml:space="preserve"> уполномоченным им лицом и направляются в 10-дневный срок с момента регистрации заявления о его получении в форме электронного документа по адресу электронной почты, указанному в заявлении о получении согласия, поступившем в администрацию </w:t>
      </w: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или в письменной форме по почтовому адресу, указанному в заявлении о получении согласия, поступившем в администрацию городского/сельского поселения в письменной форме.</w:t>
      </w:r>
    </w:p>
    <w:p w:rsidR="00296913" w:rsidRPr="005646EA" w:rsidRDefault="00296913" w:rsidP="005646EA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Полученное заявителем уведомление об отказе в выдаче согласия может быть обжаловано в судебном порядке.</w:t>
      </w:r>
    </w:p>
    <w:p w:rsidR="00296913" w:rsidRDefault="00296913" w:rsidP="00EC67FD">
      <w:pPr>
        <w:pStyle w:val="NoSpacing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6913" w:rsidRPr="005646EA" w:rsidRDefault="00296913" w:rsidP="00EC67FD">
      <w:pPr>
        <w:pStyle w:val="NoSpacing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96913" w:rsidRPr="002E60DE" w:rsidRDefault="00296913" w:rsidP="002E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0DE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296913" w:rsidRPr="002E60DE" w:rsidRDefault="00296913" w:rsidP="002E60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0DE"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296913" w:rsidRPr="005646EA" w:rsidRDefault="00296913" w:rsidP="0060080D">
      <w:pPr>
        <w:spacing w:after="0" w:line="240" w:lineRule="auto"/>
        <w:jc w:val="both"/>
      </w:pPr>
      <w:r w:rsidRPr="002E60DE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0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E60DE">
        <w:rPr>
          <w:rFonts w:ascii="Times New Roman" w:hAnsi="Times New Roman" w:cs="Times New Roman"/>
          <w:sz w:val="28"/>
          <w:szCs w:val="28"/>
        </w:rPr>
        <w:t>Л.А.Сивкова</w:t>
      </w:r>
    </w:p>
    <w:sectPr w:rsidR="00296913" w:rsidRPr="005646EA" w:rsidSect="000D5779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913" w:rsidRDefault="00296913" w:rsidP="006618E5">
      <w:pPr>
        <w:spacing w:after="0" w:line="240" w:lineRule="auto"/>
      </w:pPr>
      <w:r>
        <w:separator/>
      </w:r>
    </w:p>
  </w:endnote>
  <w:endnote w:type="continuationSeparator" w:id="0">
    <w:p w:rsidR="00296913" w:rsidRDefault="00296913" w:rsidP="00661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913" w:rsidRDefault="00296913" w:rsidP="006618E5">
      <w:pPr>
        <w:spacing w:after="0" w:line="240" w:lineRule="auto"/>
      </w:pPr>
      <w:r>
        <w:separator/>
      </w:r>
    </w:p>
  </w:footnote>
  <w:footnote w:type="continuationSeparator" w:id="0">
    <w:p w:rsidR="00296913" w:rsidRDefault="00296913" w:rsidP="00661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913" w:rsidRPr="000D5779" w:rsidRDefault="00296913" w:rsidP="00065B6E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  <w:sz w:val="28"/>
        <w:szCs w:val="28"/>
      </w:rPr>
    </w:pPr>
    <w:r w:rsidRPr="000D577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D577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D577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2</w:t>
    </w:r>
    <w:r w:rsidRPr="000D577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96913" w:rsidRDefault="00296913">
    <w:pPr>
      <w:rPr>
        <w:sz w:val="2"/>
        <w:szCs w:val="2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307.7pt;margin-top:49.8pt;width:6.3pt;height:14.35pt;z-index:-251656192;visibility:visible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296913" w:rsidRDefault="0029691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36DE8"/>
    <w:multiLevelType w:val="multilevel"/>
    <w:tmpl w:val="47CE04EE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C4E34"/>
    <w:multiLevelType w:val="multilevel"/>
    <w:tmpl w:val="E6DADF5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00518C"/>
    <w:multiLevelType w:val="multilevel"/>
    <w:tmpl w:val="967CB9F0"/>
    <w:lvl w:ilvl="0">
      <w:start w:val="2"/>
      <w:numFmt w:val="decimal"/>
      <w:lvlText w:val="%1"/>
      <w:lvlJc w:val="left"/>
      <w:pPr>
        <w:ind w:left="218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3" w:hanging="492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3634" w:hanging="281"/>
      </w:pPr>
      <w:rPr>
        <w:rFonts w:ascii="Times New Roman" w:eastAsia="Times New Roman" w:hAnsi="Times New Roman" w:hint="default"/>
        <w:b w:val="0"/>
        <w:bCs w:val="0"/>
        <w:i w:val="0"/>
        <w:iCs w:val="0"/>
        <w:w w:val="100"/>
        <w:sz w:val="28"/>
        <w:szCs w:val="28"/>
      </w:rPr>
    </w:lvl>
    <w:lvl w:ilvl="3">
      <w:numFmt w:val="bullet"/>
      <w:lvlText w:val="•"/>
      <w:lvlJc w:val="left"/>
      <w:pPr>
        <w:ind w:left="5130" w:hanging="281"/>
      </w:pPr>
      <w:rPr>
        <w:rFonts w:hint="default"/>
      </w:rPr>
    </w:lvl>
    <w:lvl w:ilvl="4">
      <w:numFmt w:val="bullet"/>
      <w:lvlText w:val="•"/>
      <w:lvlJc w:val="left"/>
      <w:pPr>
        <w:ind w:left="5875" w:hanging="281"/>
      </w:pPr>
      <w:rPr>
        <w:rFonts w:hint="default"/>
      </w:rPr>
    </w:lvl>
    <w:lvl w:ilvl="5">
      <w:numFmt w:val="bullet"/>
      <w:lvlText w:val="•"/>
      <w:lvlJc w:val="left"/>
      <w:pPr>
        <w:ind w:left="6620" w:hanging="281"/>
      </w:pPr>
      <w:rPr>
        <w:rFonts w:hint="default"/>
      </w:rPr>
    </w:lvl>
    <w:lvl w:ilvl="6">
      <w:numFmt w:val="bullet"/>
      <w:lvlText w:val="•"/>
      <w:lvlJc w:val="left"/>
      <w:pPr>
        <w:ind w:left="7365" w:hanging="281"/>
      </w:pPr>
      <w:rPr>
        <w:rFonts w:hint="default"/>
      </w:rPr>
    </w:lvl>
    <w:lvl w:ilvl="7">
      <w:numFmt w:val="bullet"/>
      <w:lvlText w:val="•"/>
      <w:lvlJc w:val="left"/>
      <w:pPr>
        <w:ind w:left="8110" w:hanging="281"/>
      </w:pPr>
      <w:rPr>
        <w:rFonts w:hint="default"/>
      </w:rPr>
    </w:lvl>
    <w:lvl w:ilvl="8">
      <w:numFmt w:val="bullet"/>
      <w:lvlText w:val="•"/>
      <w:lvlJc w:val="left"/>
      <w:pPr>
        <w:ind w:left="8856" w:hanging="281"/>
      </w:pPr>
      <w:rPr>
        <w:rFonts w:hint="default"/>
      </w:rPr>
    </w:lvl>
  </w:abstractNum>
  <w:abstractNum w:abstractNumId="3">
    <w:nsid w:val="39C61BBD"/>
    <w:multiLevelType w:val="multilevel"/>
    <w:tmpl w:val="C706A9A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882309"/>
    <w:multiLevelType w:val="multilevel"/>
    <w:tmpl w:val="A64AEA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8A6"/>
    <w:rsid w:val="00041C98"/>
    <w:rsid w:val="00051724"/>
    <w:rsid w:val="00065B6E"/>
    <w:rsid w:val="00076B5B"/>
    <w:rsid w:val="000C73B3"/>
    <w:rsid w:val="000D5779"/>
    <w:rsid w:val="000F57DC"/>
    <w:rsid w:val="00134244"/>
    <w:rsid w:val="001A3473"/>
    <w:rsid w:val="001C0517"/>
    <w:rsid w:val="00273F58"/>
    <w:rsid w:val="0029434E"/>
    <w:rsid w:val="00296913"/>
    <w:rsid w:val="002A39EA"/>
    <w:rsid w:val="002B4CAF"/>
    <w:rsid w:val="002D69A2"/>
    <w:rsid w:val="002E60DE"/>
    <w:rsid w:val="003C6739"/>
    <w:rsid w:val="003F3C15"/>
    <w:rsid w:val="004750B5"/>
    <w:rsid w:val="004808A6"/>
    <w:rsid w:val="004B0E87"/>
    <w:rsid w:val="004D5C22"/>
    <w:rsid w:val="005130EC"/>
    <w:rsid w:val="00537F2E"/>
    <w:rsid w:val="005646EA"/>
    <w:rsid w:val="005B63AD"/>
    <w:rsid w:val="0060080D"/>
    <w:rsid w:val="0061777F"/>
    <w:rsid w:val="00624766"/>
    <w:rsid w:val="006618E5"/>
    <w:rsid w:val="007826AA"/>
    <w:rsid w:val="007D183D"/>
    <w:rsid w:val="007D5001"/>
    <w:rsid w:val="00812709"/>
    <w:rsid w:val="00871DF7"/>
    <w:rsid w:val="0089736B"/>
    <w:rsid w:val="008A72AC"/>
    <w:rsid w:val="009653CB"/>
    <w:rsid w:val="00982097"/>
    <w:rsid w:val="00994FEE"/>
    <w:rsid w:val="009C7D15"/>
    <w:rsid w:val="00A00DF7"/>
    <w:rsid w:val="00A246DF"/>
    <w:rsid w:val="00AF18D0"/>
    <w:rsid w:val="00B22FF4"/>
    <w:rsid w:val="00BB6347"/>
    <w:rsid w:val="00C532AA"/>
    <w:rsid w:val="00C67BDA"/>
    <w:rsid w:val="00C93B80"/>
    <w:rsid w:val="00E21F6C"/>
    <w:rsid w:val="00EB3FCC"/>
    <w:rsid w:val="00EC67FD"/>
    <w:rsid w:val="00EC7F8E"/>
    <w:rsid w:val="00EE00F5"/>
    <w:rsid w:val="00EE13D5"/>
    <w:rsid w:val="00F3434F"/>
    <w:rsid w:val="00F35864"/>
    <w:rsid w:val="00F6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DF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uiPriority w:val="99"/>
    <w:locked/>
    <w:rsid w:val="004808A6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4808A6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1">
    <w:name w:val="Заголовок №2_"/>
    <w:basedOn w:val="DefaultParagraphFont"/>
    <w:link w:val="22"/>
    <w:uiPriority w:val="99"/>
    <w:locked/>
    <w:rsid w:val="004808A6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4808A6"/>
    <w:pPr>
      <w:widowControl w:val="0"/>
      <w:shd w:val="clear" w:color="auto" w:fill="FFFFFF"/>
      <w:spacing w:before="360" w:after="0" w:line="24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4808A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808A6"/>
    <w:pPr>
      <w:widowControl w:val="0"/>
      <w:shd w:val="clear" w:color="auto" w:fill="FFFFFF"/>
      <w:spacing w:before="600" w:after="120" w:line="24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NoSpacing">
    <w:name w:val="No Spacing"/>
    <w:uiPriority w:val="99"/>
    <w:qFormat/>
    <w:rsid w:val="004808A6"/>
    <w:rPr>
      <w:rFonts w:cs="Calibri"/>
      <w:lang w:eastAsia="en-US"/>
    </w:rPr>
  </w:style>
  <w:style w:type="character" w:customStyle="1" w:styleId="18pt">
    <w:name w:val="Основной текст + 18 pt"/>
    <w:aliases w:val="Курсив,Интервал -2 pt"/>
    <w:basedOn w:val="a"/>
    <w:uiPriority w:val="99"/>
    <w:rsid w:val="006618E5"/>
    <w:rPr>
      <w:i/>
      <w:iCs/>
      <w:color w:val="000000"/>
      <w:spacing w:val="-40"/>
      <w:w w:val="100"/>
      <w:position w:val="0"/>
      <w:sz w:val="36"/>
      <w:szCs w:val="36"/>
      <w:u w:val="single"/>
      <w:lang w:val="en-US"/>
    </w:rPr>
  </w:style>
  <w:style w:type="character" w:customStyle="1" w:styleId="a0">
    <w:name w:val="Колонтитул_"/>
    <w:basedOn w:val="DefaultParagraphFont"/>
    <w:uiPriority w:val="99"/>
    <w:rsid w:val="006618E5"/>
    <w:rPr>
      <w:rFonts w:ascii="Times New Roman" w:hAnsi="Times New Roman" w:cs="Times New Roman"/>
      <w:sz w:val="25"/>
      <w:szCs w:val="25"/>
      <w:u w:val="none"/>
    </w:rPr>
  </w:style>
  <w:style w:type="character" w:customStyle="1" w:styleId="a1">
    <w:name w:val="Колонтитул"/>
    <w:basedOn w:val="a0"/>
    <w:uiPriority w:val="99"/>
    <w:rsid w:val="006618E5"/>
    <w:rPr>
      <w:color w:val="000000"/>
      <w:spacing w:val="0"/>
      <w:w w:val="100"/>
      <w:position w:val="0"/>
    </w:rPr>
  </w:style>
  <w:style w:type="paragraph" w:styleId="Header">
    <w:name w:val="header"/>
    <w:basedOn w:val="Normal"/>
    <w:link w:val="HeaderChar"/>
    <w:uiPriority w:val="99"/>
    <w:rsid w:val="00661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18E5"/>
  </w:style>
  <w:style w:type="paragraph" w:styleId="Footer">
    <w:name w:val="footer"/>
    <w:basedOn w:val="Normal"/>
    <w:link w:val="FooterChar"/>
    <w:uiPriority w:val="99"/>
    <w:rsid w:val="00661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18E5"/>
  </w:style>
  <w:style w:type="paragraph" w:styleId="BalloonText">
    <w:name w:val="Balloon Text"/>
    <w:basedOn w:val="Normal"/>
    <w:link w:val="BalloonTextChar"/>
    <w:uiPriority w:val="99"/>
    <w:semiHidden/>
    <w:rsid w:val="00EC7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7F8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locked/>
    <w:rsid w:val="000D5779"/>
    <w:pPr>
      <w:spacing w:after="160" w:line="259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D57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1189</TotalTime>
  <Pages>3</Pages>
  <Words>1078</Words>
  <Characters>6147</Characters>
  <Application>Microsoft Office Outlook</Application>
  <DocSecurity>0</DocSecurity>
  <Lines>0</Lines>
  <Paragraphs>0</Paragraphs>
  <ScaleCrop>false</ScaleCrop>
  <Company>Прокуратура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Мельниченко Ольга Викторовна</dc:creator>
  <cp:keywords/>
  <dc:description/>
  <cp:lastModifiedBy>User</cp:lastModifiedBy>
  <cp:revision>15</cp:revision>
  <cp:lastPrinted>2022-06-10T04:50:00Z</cp:lastPrinted>
  <dcterms:created xsi:type="dcterms:W3CDTF">2022-03-28T14:35:00Z</dcterms:created>
  <dcterms:modified xsi:type="dcterms:W3CDTF">2022-06-10T04:51:00Z</dcterms:modified>
</cp:coreProperties>
</file>