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92A" w:rsidRPr="002A670F" w:rsidRDefault="0066792A" w:rsidP="00007B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Pr="002A670F">
        <w:rPr>
          <w:sz w:val="28"/>
          <w:szCs w:val="28"/>
        </w:rPr>
        <w:t>ПРИЛОЖЕНИЕ</w:t>
      </w:r>
    </w:p>
    <w:p w:rsidR="0066792A" w:rsidRPr="002A670F" w:rsidRDefault="0066792A" w:rsidP="00007BB2">
      <w:pPr>
        <w:ind w:firstLine="50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2A670F">
        <w:rPr>
          <w:sz w:val="28"/>
          <w:szCs w:val="28"/>
        </w:rPr>
        <w:t xml:space="preserve">орядку проведения </w:t>
      </w:r>
    </w:p>
    <w:p w:rsidR="0066792A" w:rsidRDefault="0066792A" w:rsidP="00007BB2">
      <w:pPr>
        <w:ind w:firstLine="5040"/>
        <w:jc w:val="right"/>
        <w:rPr>
          <w:sz w:val="28"/>
          <w:szCs w:val="28"/>
        </w:rPr>
      </w:pPr>
      <w:r w:rsidRPr="002A670F">
        <w:rPr>
          <w:sz w:val="28"/>
          <w:szCs w:val="28"/>
        </w:rPr>
        <w:t xml:space="preserve"> общественного обсуждения</w:t>
      </w:r>
    </w:p>
    <w:p w:rsidR="0066792A" w:rsidRPr="002A670F" w:rsidRDefault="0066792A" w:rsidP="00007BB2">
      <w:pPr>
        <w:ind w:firstLine="50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74117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2A670F">
        <w:rPr>
          <w:sz w:val="28"/>
          <w:szCs w:val="28"/>
        </w:rPr>
        <w:t xml:space="preserve"> </w:t>
      </w:r>
    </w:p>
    <w:p w:rsidR="0066792A" w:rsidRDefault="0066792A" w:rsidP="00007BB2">
      <w:pPr>
        <w:ind w:firstLine="5040"/>
        <w:jc w:val="right"/>
        <w:rPr>
          <w:sz w:val="28"/>
          <w:szCs w:val="28"/>
        </w:rPr>
      </w:pPr>
      <w:r w:rsidRPr="002A670F">
        <w:rPr>
          <w:sz w:val="28"/>
          <w:szCs w:val="28"/>
        </w:rPr>
        <w:t xml:space="preserve"> </w:t>
      </w:r>
      <w:r>
        <w:rPr>
          <w:sz w:val="28"/>
          <w:szCs w:val="28"/>
        </w:rPr>
        <w:t>Стародеревянковского сельского поселения Каневского</w:t>
      </w:r>
      <w:r w:rsidRPr="00614305">
        <w:rPr>
          <w:sz w:val="28"/>
          <w:szCs w:val="28"/>
        </w:rPr>
        <w:t xml:space="preserve"> района </w:t>
      </w:r>
    </w:p>
    <w:p w:rsidR="0066792A" w:rsidRDefault="0066792A" w:rsidP="00007BB2">
      <w:pPr>
        <w:ind w:firstLine="50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14305">
        <w:rPr>
          <w:sz w:val="28"/>
          <w:szCs w:val="28"/>
        </w:rPr>
        <w:t xml:space="preserve">«Формирование современной </w:t>
      </w:r>
      <w:r>
        <w:rPr>
          <w:sz w:val="28"/>
          <w:szCs w:val="28"/>
        </w:rPr>
        <w:t xml:space="preserve"> </w:t>
      </w:r>
    </w:p>
    <w:p w:rsidR="0066792A" w:rsidRDefault="0066792A" w:rsidP="00007BB2">
      <w:pPr>
        <w:ind w:firstLine="50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14305">
        <w:rPr>
          <w:sz w:val="28"/>
          <w:szCs w:val="28"/>
        </w:rPr>
        <w:t>городской среды» на 2018-2022 годы</w:t>
      </w:r>
    </w:p>
    <w:p w:rsidR="0066792A" w:rsidRDefault="0066792A" w:rsidP="001536AA">
      <w:pPr>
        <w:ind w:firstLine="5040"/>
        <w:jc w:val="both"/>
        <w:rPr>
          <w:sz w:val="28"/>
          <w:szCs w:val="28"/>
        </w:rPr>
      </w:pPr>
    </w:p>
    <w:p w:rsidR="0066792A" w:rsidRPr="002A670F" w:rsidRDefault="0066792A" w:rsidP="001536AA">
      <w:pPr>
        <w:ind w:firstLine="5040"/>
        <w:jc w:val="both"/>
        <w:rPr>
          <w:sz w:val="28"/>
          <w:szCs w:val="28"/>
        </w:rPr>
      </w:pPr>
    </w:p>
    <w:p w:rsidR="0066792A" w:rsidRDefault="0066792A" w:rsidP="00C23AF5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Предложение по проекту</w:t>
      </w:r>
      <w:r w:rsidRPr="002A670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2A670F">
        <w:rPr>
          <w:sz w:val="28"/>
          <w:szCs w:val="28"/>
        </w:rPr>
        <w:t>муниципальной программы</w:t>
      </w:r>
    </w:p>
    <w:p w:rsidR="0066792A" w:rsidRDefault="0066792A" w:rsidP="00C23AF5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Стародеревянковского</w:t>
      </w:r>
      <w:r w:rsidRPr="002A670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2A670F">
        <w:rPr>
          <w:sz w:val="28"/>
          <w:szCs w:val="28"/>
        </w:rPr>
        <w:t xml:space="preserve"> района</w:t>
      </w:r>
    </w:p>
    <w:p w:rsidR="0066792A" w:rsidRDefault="0066792A" w:rsidP="00C23AF5">
      <w:pPr>
        <w:jc w:val="center"/>
        <w:rPr>
          <w:sz w:val="28"/>
          <w:szCs w:val="28"/>
        </w:rPr>
      </w:pPr>
      <w:r w:rsidRPr="00614305">
        <w:rPr>
          <w:sz w:val="28"/>
          <w:szCs w:val="28"/>
        </w:rPr>
        <w:t xml:space="preserve">«Формирование современной </w:t>
      </w:r>
      <w:r>
        <w:rPr>
          <w:sz w:val="28"/>
          <w:szCs w:val="28"/>
        </w:rPr>
        <w:t xml:space="preserve"> </w:t>
      </w:r>
      <w:r w:rsidRPr="00614305">
        <w:rPr>
          <w:sz w:val="28"/>
          <w:szCs w:val="28"/>
        </w:rPr>
        <w:t>городской среды»</w:t>
      </w:r>
    </w:p>
    <w:p w:rsidR="0066792A" w:rsidRDefault="0066792A" w:rsidP="00C23AF5">
      <w:pPr>
        <w:jc w:val="center"/>
        <w:rPr>
          <w:sz w:val="28"/>
          <w:szCs w:val="28"/>
        </w:rPr>
      </w:pPr>
      <w:r w:rsidRPr="00614305">
        <w:rPr>
          <w:sz w:val="28"/>
          <w:szCs w:val="28"/>
        </w:rPr>
        <w:t xml:space="preserve"> на 2018-2022 годы</w:t>
      </w:r>
    </w:p>
    <w:p w:rsidR="0066792A" w:rsidRPr="002A670F" w:rsidRDefault="0066792A" w:rsidP="00C23AF5">
      <w:pPr>
        <w:jc w:val="center"/>
        <w:rPr>
          <w:sz w:val="28"/>
          <w:szCs w:val="28"/>
        </w:rPr>
      </w:pPr>
    </w:p>
    <w:p w:rsidR="0066792A" w:rsidRPr="002A670F" w:rsidRDefault="0066792A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Дата _________________</w:t>
      </w:r>
    </w:p>
    <w:p w:rsidR="0066792A" w:rsidRPr="002A670F" w:rsidRDefault="0066792A" w:rsidP="00DA2D47">
      <w:pPr>
        <w:jc w:val="both"/>
        <w:rPr>
          <w:sz w:val="28"/>
          <w:szCs w:val="28"/>
        </w:rPr>
      </w:pPr>
    </w:p>
    <w:p w:rsidR="0066792A" w:rsidRPr="002A670F" w:rsidRDefault="0066792A" w:rsidP="00007BB2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Куда: в администрацию </w:t>
      </w:r>
      <w:r>
        <w:rPr>
          <w:sz w:val="28"/>
          <w:szCs w:val="28"/>
        </w:rPr>
        <w:t>Стародеревянковского</w:t>
      </w:r>
      <w:r w:rsidRPr="002A670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2A670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353720</w:t>
      </w:r>
      <w:r w:rsidRPr="002A670F">
        <w:rPr>
          <w:sz w:val="28"/>
          <w:szCs w:val="28"/>
        </w:rPr>
        <w:t xml:space="preserve">, </w:t>
      </w:r>
      <w:r>
        <w:rPr>
          <w:sz w:val="28"/>
          <w:szCs w:val="28"/>
        </w:rPr>
        <w:t>ст. Стародеревянковская</w:t>
      </w:r>
      <w:r w:rsidRPr="002A670F">
        <w:rPr>
          <w:sz w:val="28"/>
          <w:szCs w:val="28"/>
        </w:rPr>
        <w:t>, ул.</w:t>
      </w:r>
      <w:r>
        <w:rPr>
          <w:sz w:val="28"/>
          <w:szCs w:val="28"/>
        </w:rPr>
        <w:t xml:space="preserve"> Красная</w:t>
      </w:r>
      <w:r w:rsidRPr="002A670F">
        <w:rPr>
          <w:sz w:val="28"/>
          <w:szCs w:val="28"/>
        </w:rPr>
        <w:t xml:space="preserve">, </w:t>
      </w:r>
      <w:r>
        <w:rPr>
          <w:sz w:val="28"/>
          <w:szCs w:val="28"/>
        </w:rPr>
        <w:t>132</w:t>
      </w:r>
    </w:p>
    <w:p w:rsidR="0066792A" w:rsidRPr="002A670F" w:rsidRDefault="0066792A" w:rsidP="00DA2D47">
      <w:pPr>
        <w:jc w:val="both"/>
        <w:rPr>
          <w:sz w:val="28"/>
          <w:szCs w:val="28"/>
        </w:rPr>
      </w:pPr>
    </w:p>
    <w:p w:rsidR="0066792A" w:rsidRPr="002A670F" w:rsidRDefault="0066792A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Наименование заинтересованного лица_________________________________</w:t>
      </w:r>
    </w:p>
    <w:p w:rsidR="0066792A" w:rsidRPr="002A670F" w:rsidRDefault="0066792A" w:rsidP="00DA2D47">
      <w:pPr>
        <w:jc w:val="both"/>
        <w:rPr>
          <w:sz w:val="28"/>
          <w:szCs w:val="28"/>
        </w:rPr>
      </w:pPr>
    </w:p>
    <w:p w:rsidR="0066792A" w:rsidRPr="002A670F" w:rsidRDefault="0066792A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Местонахождение заинтересованного лица (юридический адрес и (или) почтовый адрес)____________________________________________</w:t>
      </w:r>
    </w:p>
    <w:p w:rsidR="0066792A" w:rsidRPr="002A670F" w:rsidRDefault="0066792A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ИНН, ОГРН, КПП (для юридического лица)_____________________________</w:t>
      </w:r>
    </w:p>
    <w:p w:rsidR="0066792A" w:rsidRPr="002A670F" w:rsidRDefault="0066792A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Паспортные данные (для физического лица)____________________________</w:t>
      </w:r>
    </w:p>
    <w:p w:rsidR="0066792A" w:rsidRPr="002A670F" w:rsidRDefault="0066792A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Номер контактного телефона (факса)__________________________________</w:t>
      </w:r>
    </w:p>
    <w:p w:rsidR="0066792A" w:rsidRPr="002A670F" w:rsidRDefault="0066792A" w:rsidP="00DA2D47">
      <w:pPr>
        <w:jc w:val="both"/>
        <w:rPr>
          <w:sz w:val="28"/>
          <w:szCs w:val="28"/>
        </w:rPr>
      </w:pPr>
    </w:p>
    <w:p w:rsidR="0066792A" w:rsidRPr="002A670F" w:rsidRDefault="0066792A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Изучив Проект подпрограммы предлагаем:</w:t>
      </w:r>
    </w:p>
    <w:p w:rsidR="0066792A" w:rsidRPr="002A670F" w:rsidRDefault="0066792A" w:rsidP="00DA2D47">
      <w:pPr>
        <w:jc w:val="both"/>
        <w:rPr>
          <w:sz w:val="28"/>
          <w:szCs w:val="28"/>
        </w:rPr>
      </w:pPr>
    </w:p>
    <w:p w:rsidR="0066792A" w:rsidRPr="002A670F" w:rsidRDefault="0066792A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Включить в адресный перечень дворовых территорий: ______________________________________________________________ </w:t>
      </w:r>
    </w:p>
    <w:p w:rsidR="0066792A" w:rsidRPr="002A670F" w:rsidRDefault="0066792A" w:rsidP="00DA2D47">
      <w:pPr>
        <w:jc w:val="both"/>
      </w:pPr>
      <w:r w:rsidRPr="002A670F">
        <w:t xml:space="preserve">                                                (вид работ, адрес территории МКД) </w:t>
      </w:r>
    </w:p>
    <w:p w:rsidR="0066792A" w:rsidRPr="002A670F" w:rsidRDefault="0066792A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Включить в адресный перечень муниципальных территорий общего пользования:_______________________________________________________ </w:t>
      </w:r>
    </w:p>
    <w:p w:rsidR="0066792A" w:rsidRPr="002A670F" w:rsidRDefault="0066792A" w:rsidP="00DA2D47">
      <w:pPr>
        <w:jc w:val="both"/>
      </w:pPr>
      <w:r w:rsidRPr="002A670F">
        <w:t xml:space="preserve">                                                     (вид работ, адрес территории МКД) </w:t>
      </w:r>
    </w:p>
    <w:p w:rsidR="0066792A" w:rsidRPr="002A670F" w:rsidRDefault="0066792A" w:rsidP="00DA2D47">
      <w:pPr>
        <w:jc w:val="both"/>
      </w:pPr>
      <w:r w:rsidRPr="002A670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Pr="002A670F">
        <w:t>_____________________________________________________________________________</w:t>
      </w:r>
      <w:r>
        <w:t>__________</w:t>
      </w:r>
      <w:r w:rsidRPr="002A670F">
        <w:t xml:space="preserve"> (кратко изложить суть предложения, обоснования необходимости его принятия, включая описание проблем, указать круг лиц, интересы которых будут затронуты)</w:t>
      </w:r>
    </w:p>
    <w:p w:rsidR="0066792A" w:rsidRPr="002A670F" w:rsidRDefault="0066792A" w:rsidP="00DA2D47">
      <w:pPr>
        <w:jc w:val="both"/>
        <w:rPr>
          <w:sz w:val="28"/>
          <w:szCs w:val="28"/>
        </w:rPr>
      </w:pPr>
    </w:p>
    <w:p w:rsidR="0066792A" w:rsidRPr="002A670F" w:rsidRDefault="0066792A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Внести изменения и (или) дополнения в текстовую часть проекта подпрограммы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66792A" w:rsidRPr="002A670F" w:rsidRDefault="0066792A" w:rsidP="00DA2D47">
      <w:pPr>
        <w:jc w:val="both"/>
        <w:rPr>
          <w:sz w:val="28"/>
          <w:szCs w:val="28"/>
        </w:rPr>
      </w:pPr>
    </w:p>
    <w:p w:rsidR="0066792A" w:rsidRPr="002A670F" w:rsidRDefault="0066792A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К настоящим предложениям прилагаются документы на __ л. </w:t>
      </w:r>
    </w:p>
    <w:p w:rsidR="0066792A" w:rsidRPr="002A670F" w:rsidRDefault="0066792A" w:rsidP="00DA2D47">
      <w:pPr>
        <w:jc w:val="both"/>
        <w:rPr>
          <w:sz w:val="28"/>
          <w:szCs w:val="28"/>
        </w:rPr>
      </w:pPr>
    </w:p>
    <w:p w:rsidR="0066792A" w:rsidRPr="002A670F" w:rsidRDefault="0066792A" w:rsidP="00DA2D47">
      <w:pPr>
        <w:jc w:val="both"/>
        <w:rPr>
          <w:sz w:val="28"/>
          <w:szCs w:val="28"/>
        </w:rPr>
      </w:pPr>
    </w:p>
    <w:p w:rsidR="0066792A" w:rsidRPr="002A670F" w:rsidRDefault="0066792A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__________________________________________________________________</w:t>
      </w:r>
    </w:p>
    <w:p w:rsidR="0066792A" w:rsidRPr="002A670F" w:rsidRDefault="0066792A" w:rsidP="00DA2D47">
      <w:pPr>
        <w:jc w:val="both"/>
        <w:rPr>
          <w:sz w:val="28"/>
          <w:szCs w:val="28"/>
        </w:rPr>
      </w:pPr>
      <w:r w:rsidRPr="002A670F">
        <w:t xml:space="preserve">(подпись, фамилия, имя, отчество подписавшего предложение по проекту подпрограммы) </w:t>
      </w: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Default="0066792A" w:rsidP="00007BB2">
      <w:pPr>
        <w:rPr>
          <w:sz w:val="28"/>
          <w:szCs w:val="28"/>
        </w:rPr>
      </w:pPr>
      <w:r>
        <w:rPr>
          <w:sz w:val="28"/>
          <w:szCs w:val="28"/>
        </w:rPr>
        <w:t>Заместитель главы Стародеревянковского</w:t>
      </w:r>
    </w:p>
    <w:p w:rsidR="0066792A" w:rsidRPr="002A670F" w:rsidRDefault="0066792A" w:rsidP="00007BB2">
      <w:pPr>
        <w:rPr>
          <w:sz w:val="28"/>
          <w:szCs w:val="28"/>
        </w:rPr>
      </w:pPr>
      <w:r w:rsidRPr="00614305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В.А. Коржов</w:t>
      </w:r>
    </w:p>
    <w:p w:rsidR="0066792A" w:rsidRPr="002A670F" w:rsidRDefault="0066792A" w:rsidP="00B428B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6792A" w:rsidRPr="002A670F" w:rsidRDefault="0066792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792A" w:rsidRPr="002A670F" w:rsidRDefault="0066792A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66792A" w:rsidRPr="002A670F" w:rsidSect="00963808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92A" w:rsidRDefault="0066792A" w:rsidP="002B26F3">
      <w:r>
        <w:separator/>
      </w:r>
    </w:p>
  </w:endnote>
  <w:endnote w:type="continuationSeparator" w:id="0">
    <w:p w:rsidR="0066792A" w:rsidRDefault="0066792A" w:rsidP="002B2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92A" w:rsidRDefault="0066792A" w:rsidP="002B26F3">
      <w:r>
        <w:separator/>
      </w:r>
    </w:p>
  </w:footnote>
  <w:footnote w:type="continuationSeparator" w:id="0">
    <w:p w:rsidR="0066792A" w:rsidRDefault="0066792A" w:rsidP="002B26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92A" w:rsidRDefault="0066792A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66792A" w:rsidRDefault="006679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232B"/>
    <w:rsid w:val="00007BB2"/>
    <w:rsid w:val="0001188D"/>
    <w:rsid w:val="0002216C"/>
    <w:rsid w:val="00024B96"/>
    <w:rsid w:val="00036E1F"/>
    <w:rsid w:val="0003735B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3602"/>
    <w:rsid w:val="000A0ADB"/>
    <w:rsid w:val="000A1AF6"/>
    <w:rsid w:val="000A66E6"/>
    <w:rsid w:val="000B6B78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6A0B"/>
    <w:rsid w:val="000F2D8B"/>
    <w:rsid w:val="000F3F6C"/>
    <w:rsid w:val="00102076"/>
    <w:rsid w:val="0010298D"/>
    <w:rsid w:val="00103A98"/>
    <w:rsid w:val="00105113"/>
    <w:rsid w:val="00117E97"/>
    <w:rsid w:val="00121B14"/>
    <w:rsid w:val="0013345F"/>
    <w:rsid w:val="00135A7D"/>
    <w:rsid w:val="00137E81"/>
    <w:rsid w:val="00142DBE"/>
    <w:rsid w:val="001536AA"/>
    <w:rsid w:val="001616FA"/>
    <w:rsid w:val="00163FC1"/>
    <w:rsid w:val="00165F56"/>
    <w:rsid w:val="00166DC5"/>
    <w:rsid w:val="00177888"/>
    <w:rsid w:val="00180742"/>
    <w:rsid w:val="00180B45"/>
    <w:rsid w:val="00180F8A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E0229"/>
    <w:rsid w:val="001E6CE3"/>
    <w:rsid w:val="001F14BA"/>
    <w:rsid w:val="001F4141"/>
    <w:rsid w:val="001F48C8"/>
    <w:rsid w:val="002023D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888"/>
    <w:rsid w:val="00250B50"/>
    <w:rsid w:val="00252BB0"/>
    <w:rsid w:val="00256AD1"/>
    <w:rsid w:val="00261D48"/>
    <w:rsid w:val="00265D81"/>
    <w:rsid w:val="00265ED4"/>
    <w:rsid w:val="002706CE"/>
    <w:rsid w:val="00271F3F"/>
    <w:rsid w:val="00272C61"/>
    <w:rsid w:val="00276751"/>
    <w:rsid w:val="00281D53"/>
    <w:rsid w:val="002865DC"/>
    <w:rsid w:val="00287882"/>
    <w:rsid w:val="002970F1"/>
    <w:rsid w:val="002A0010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59DA"/>
    <w:rsid w:val="00315BFC"/>
    <w:rsid w:val="00321040"/>
    <w:rsid w:val="00322A59"/>
    <w:rsid w:val="003271B5"/>
    <w:rsid w:val="00332522"/>
    <w:rsid w:val="00333786"/>
    <w:rsid w:val="0033416D"/>
    <w:rsid w:val="00346857"/>
    <w:rsid w:val="00353E15"/>
    <w:rsid w:val="00354EDA"/>
    <w:rsid w:val="00354FA4"/>
    <w:rsid w:val="0035738C"/>
    <w:rsid w:val="0036304F"/>
    <w:rsid w:val="00364933"/>
    <w:rsid w:val="00366302"/>
    <w:rsid w:val="00367AD8"/>
    <w:rsid w:val="003706E2"/>
    <w:rsid w:val="0038165C"/>
    <w:rsid w:val="00383C33"/>
    <w:rsid w:val="003845A1"/>
    <w:rsid w:val="00390EEC"/>
    <w:rsid w:val="00395295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4E16"/>
    <w:rsid w:val="003D551C"/>
    <w:rsid w:val="003D5FE3"/>
    <w:rsid w:val="003E02A5"/>
    <w:rsid w:val="003E1ED2"/>
    <w:rsid w:val="003E2BD9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40108"/>
    <w:rsid w:val="00441966"/>
    <w:rsid w:val="00442CA0"/>
    <w:rsid w:val="00443AF3"/>
    <w:rsid w:val="00444F33"/>
    <w:rsid w:val="004551C9"/>
    <w:rsid w:val="0045553D"/>
    <w:rsid w:val="004557E1"/>
    <w:rsid w:val="004624A1"/>
    <w:rsid w:val="00462578"/>
    <w:rsid w:val="00463097"/>
    <w:rsid w:val="00463A3C"/>
    <w:rsid w:val="00467FD0"/>
    <w:rsid w:val="004708B6"/>
    <w:rsid w:val="00471DA5"/>
    <w:rsid w:val="004759D1"/>
    <w:rsid w:val="0048644B"/>
    <w:rsid w:val="00490AFE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7017"/>
    <w:rsid w:val="004F4C11"/>
    <w:rsid w:val="004F7CAB"/>
    <w:rsid w:val="00501915"/>
    <w:rsid w:val="0050495B"/>
    <w:rsid w:val="0051204D"/>
    <w:rsid w:val="0052149E"/>
    <w:rsid w:val="005256D9"/>
    <w:rsid w:val="0053296F"/>
    <w:rsid w:val="0054202A"/>
    <w:rsid w:val="005468A2"/>
    <w:rsid w:val="00567DD9"/>
    <w:rsid w:val="00567F2B"/>
    <w:rsid w:val="00577008"/>
    <w:rsid w:val="0057700B"/>
    <w:rsid w:val="005839BF"/>
    <w:rsid w:val="00585691"/>
    <w:rsid w:val="00591DB8"/>
    <w:rsid w:val="0059676A"/>
    <w:rsid w:val="005A00BE"/>
    <w:rsid w:val="005A236B"/>
    <w:rsid w:val="005A6B2C"/>
    <w:rsid w:val="005B29D2"/>
    <w:rsid w:val="005C1297"/>
    <w:rsid w:val="005C6FD2"/>
    <w:rsid w:val="005D1043"/>
    <w:rsid w:val="005D35A3"/>
    <w:rsid w:val="005D55A6"/>
    <w:rsid w:val="005D6458"/>
    <w:rsid w:val="005E29A6"/>
    <w:rsid w:val="005E4F98"/>
    <w:rsid w:val="005F3937"/>
    <w:rsid w:val="005F548E"/>
    <w:rsid w:val="005F59EF"/>
    <w:rsid w:val="005F686E"/>
    <w:rsid w:val="00605EA7"/>
    <w:rsid w:val="006124DC"/>
    <w:rsid w:val="00613172"/>
    <w:rsid w:val="00614305"/>
    <w:rsid w:val="0061648E"/>
    <w:rsid w:val="00631284"/>
    <w:rsid w:val="006338B7"/>
    <w:rsid w:val="00634759"/>
    <w:rsid w:val="00637B15"/>
    <w:rsid w:val="00637B16"/>
    <w:rsid w:val="00642D23"/>
    <w:rsid w:val="00642E10"/>
    <w:rsid w:val="00643303"/>
    <w:rsid w:val="006456CF"/>
    <w:rsid w:val="00647F72"/>
    <w:rsid w:val="00651EE4"/>
    <w:rsid w:val="00656639"/>
    <w:rsid w:val="0066025F"/>
    <w:rsid w:val="0066147B"/>
    <w:rsid w:val="00667356"/>
    <w:rsid w:val="006673C0"/>
    <w:rsid w:val="0066792A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318C"/>
    <w:rsid w:val="006C6551"/>
    <w:rsid w:val="006C734F"/>
    <w:rsid w:val="006D0766"/>
    <w:rsid w:val="006D1128"/>
    <w:rsid w:val="006D2161"/>
    <w:rsid w:val="006D39FA"/>
    <w:rsid w:val="006E5CBC"/>
    <w:rsid w:val="006E6C9E"/>
    <w:rsid w:val="007015A8"/>
    <w:rsid w:val="00710944"/>
    <w:rsid w:val="00710A92"/>
    <w:rsid w:val="007301F2"/>
    <w:rsid w:val="0073215E"/>
    <w:rsid w:val="00733D05"/>
    <w:rsid w:val="00736CCA"/>
    <w:rsid w:val="00741177"/>
    <w:rsid w:val="007440E6"/>
    <w:rsid w:val="0075032A"/>
    <w:rsid w:val="00750DF6"/>
    <w:rsid w:val="00753A07"/>
    <w:rsid w:val="00757529"/>
    <w:rsid w:val="00762B36"/>
    <w:rsid w:val="00762F36"/>
    <w:rsid w:val="0076694E"/>
    <w:rsid w:val="00767FF8"/>
    <w:rsid w:val="00770100"/>
    <w:rsid w:val="00774DA8"/>
    <w:rsid w:val="00775537"/>
    <w:rsid w:val="00775542"/>
    <w:rsid w:val="0078465A"/>
    <w:rsid w:val="00785B16"/>
    <w:rsid w:val="00793FE2"/>
    <w:rsid w:val="00795835"/>
    <w:rsid w:val="007C124B"/>
    <w:rsid w:val="007C78C5"/>
    <w:rsid w:val="007D5177"/>
    <w:rsid w:val="007E091D"/>
    <w:rsid w:val="007E137E"/>
    <w:rsid w:val="007F0F64"/>
    <w:rsid w:val="007F42CE"/>
    <w:rsid w:val="007F562E"/>
    <w:rsid w:val="00806AD2"/>
    <w:rsid w:val="00807262"/>
    <w:rsid w:val="008121A0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44B3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A24C4"/>
    <w:rsid w:val="008A4EE1"/>
    <w:rsid w:val="008A7585"/>
    <w:rsid w:val="008A7615"/>
    <w:rsid w:val="008B0AA7"/>
    <w:rsid w:val="008B3CC1"/>
    <w:rsid w:val="008B4576"/>
    <w:rsid w:val="008B50BC"/>
    <w:rsid w:val="008B7B26"/>
    <w:rsid w:val="008C0389"/>
    <w:rsid w:val="008C0AB2"/>
    <w:rsid w:val="008C30EB"/>
    <w:rsid w:val="008E0C0C"/>
    <w:rsid w:val="008F20AA"/>
    <w:rsid w:val="008F4220"/>
    <w:rsid w:val="0091038E"/>
    <w:rsid w:val="0091232B"/>
    <w:rsid w:val="009176C7"/>
    <w:rsid w:val="0092140A"/>
    <w:rsid w:val="00923B18"/>
    <w:rsid w:val="00924068"/>
    <w:rsid w:val="009341C0"/>
    <w:rsid w:val="0093524B"/>
    <w:rsid w:val="009363D2"/>
    <w:rsid w:val="00946C44"/>
    <w:rsid w:val="0095391B"/>
    <w:rsid w:val="00954A8A"/>
    <w:rsid w:val="00960D70"/>
    <w:rsid w:val="0096135A"/>
    <w:rsid w:val="00963808"/>
    <w:rsid w:val="00972F95"/>
    <w:rsid w:val="009808B6"/>
    <w:rsid w:val="009815D3"/>
    <w:rsid w:val="00991817"/>
    <w:rsid w:val="00995D73"/>
    <w:rsid w:val="00996680"/>
    <w:rsid w:val="00996A46"/>
    <w:rsid w:val="009976C5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6163"/>
    <w:rsid w:val="009E0DFE"/>
    <w:rsid w:val="009E7750"/>
    <w:rsid w:val="009F1E6F"/>
    <w:rsid w:val="009F2DCA"/>
    <w:rsid w:val="00A10593"/>
    <w:rsid w:val="00A201A1"/>
    <w:rsid w:val="00A2258C"/>
    <w:rsid w:val="00A27FC0"/>
    <w:rsid w:val="00A3594D"/>
    <w:rsid w:val="00A37507"/>
    <w:rsid w:val="00A52DAA"/>
    <w:rsid w:val="00A554C7"/>
    <w:rsid w:val="00A557A1"/>
    <w:rsid w:val="00A56555"/>
    <w:rsid w:val="00A64959"/>
    <w:rsid w:val="00A71CD3"/>
    <w:rsid w:val="00A83EAB"/>
    <w:rsid w:val="00A85377"/>
    <w:rsid w:val="00A86AC0"/>
    <w:rsid w:val="00A873D9"/>
    <w:rsid w:val="00A9058D"/>
    <w:rsid w:val="00AA1227"/>
    <w:rsid w:val="00AA1C0A"/>
    <w:rsid w:val="00AA7569"/>
    <w:rsid w:val="00AA7BCB"/>
    <w:rsid w:val="00AB62E3"/>
    <w:rsid w:val="00AC0BBA"/>
    <w:rsid w:val="00AC5E74"/>
    <w:rsid w:val="00AD4DB6"/>
    <w:rsid w:val="00AD52BF"/>
    <w:rsid w:val="00AD568C"/>
    <w:rsid w:val="00AD70D7"/>
    <w:rsid w:val="00AE35FB"/>
    <w:rsid w:val="00AE3AA9"/>
    <w:rsid w:val="00AF2DC1"/>
    <w:rsid w:val="00AF3F03"/>
    <w:rsid w:val="00AF5D35"/>
    <w:rsid w:val="00AF6699"/>
    <w:rsid w:val="00B05B57"/>
    <w:rsid w:val="00B10525"/>
    <w:rsid w:val="00B11DE2"/>
    <w:rsid w:val="00B244BD"/>
    <w:rsid w:val="00B30662"/>
    <w:rsid w:val="00B30D14"/>
    <w:rsid w:val="00B30D1B"/>
    <w:rsid w:val="00B31019"/>
    <w:rsid w:val="00B428B4"/>
    <w:rsid w:val="00B460D0"/>
    <w:rsid w:val="00B47FBA"/>
    <w:rsid w:val="00B60874"/>
    <w:rsid w:val="00B70DCA"/>
    <w:rsid w:val="00B7119D"/>
    <w:rsid w:val="00B7409F"/>
    <w:rsid w:val="00B7505C"/>
    <w:rsid w:val="00B77727"/>
    <w:rsid w:val="00B81840"/>
    <w:rsid w:val="00B83436"/>
    <w:rsid w:val="00B84E03"/>
    <w:rsid w:val="00B862E6"/>
    <w:rsid w:val="00B9026B"/>
    <w:rsid w:val="00B91CFA"/>
    <w:rsid w:val="00B9310C"/>
    <w:rsid w:val="00B9347D"/>
    <w:rsid w:val="00BA31E0"/>
    <w:rsid w:val="00BA4F26"/>
    <w:rsid w:val="00BA6441"/>
    <w:rsid w:val="00BB01C3"/>
    <w:rsid w:val="00BB1FDE"/>
    <w:rsid w:val="00BB24A4"/>
    <w:rsid w:val="00BB52D0"/>
    <w:rsid w:val="00BD63F0"/>
    <w:rsid w:val="00BD6D3B"/>
    <w:rsid w:val="00BE6583"/>
    <w:rsid w:val="00BE69F0"/>
    <w:rsid w:val="00BF4506"/>
    <w:rsid w:val="00C010DC"/>
    <w:rsid w:val="00C06730"/>
    <w:rsid w:val="00C23AF5"/>
    <w:rsid w:val="00C2763C"/>
    <w:rsid w:val="00C32B71"/>
    <w:rsid w:val="00C404BF"/>
    <w:rsid w:val="00C430CC"/>
    <w:rsid w:val="00C439B2"/>
    <w:rsid w:val="00C533C3"/>
    <w:rsid w:val="00C567D4"/>
    <w:rsid w:val="00C57750"/>
    <w:rsid w:val="00C60EA0"/>
    <w:rsid w:val="00C664CD"/>
    <w:rsid w:val="00C7451C"/>
    <w:rsid w:val="00C746C9"/>
    <w:rsid w:val="00C7707C"/>
    <w:rsid w:val="00C95289"/>
    <w:rsid w:val="00C968C4"/>
    <w:rsid w:val="00C96D73"/>
    <w:rsid w:val="00CA6C44"/>
    <w:rsid w:val="00CB1AA8"/>
    <w:rsid w:val="00CB1F71"/>
    <w:rsid w:val="00CC3EF4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787"/>
    <w:rsid w:val="00D2460D"/>
    <w:rsid w:val="00D314B1"/>
    <w:rsid w:val="00D37C1F"/>
    <w:rsid w:val="00D416C7"/>
    <w:rsid w:val="00D6084F"/>
    <w:rsid w:val="00D62588"/>
    <w:rsid w:val="00D74D15"/>
    <w:rsid w:val="00D75FB9"/>
    <w:rsid w:val="00D85242"/>
    <w:rsid w:val="00D87695"/>
    <w:rsid w:val="00D90ABE"/>
    <w:rsid w:val="00D940A2"/>
    <w:rsid w:val="00D94C1A"/>
    <w:rsid w:val="00D956D4"/>
    <w:rsid w:val="00D95E3B"/>
    <w:rsid w:val="00DA2B8E"/>
    <w:rsid w:val="00DA2D47"/>
    <w:rsid w:val="00DA687F"/>
    <w:rsid w:val="00DB0E93"/>
    <w:rsid w:val="00DB673B"/>
    <w:rsid w:val="00DC28C8"/>
    <w:rsid w:val="00DD61BA"/>
    <w:rsid w:val="00DE2235"/>
    <w:rsid w:val="00DE2FBA"/>
    <w:rsid w:val="00DE30F4"/>
    <w:rsid w:val="00DE5CAA"/>
    <w:rsid w:val="00DE731C"/>
    <w:rsid w:val="00DF0D42"/>
    <w:rsid w:val="00DF1DF5"/>
    <w:rsid w:val="00DF3657"/>
    <w:rsid w:val="00DF68D4"/>
    <w:rsid w:val="00E021A2"/>
    <w:rsid w:val="00E11A2F"/>
    <w:rsid w:val="00E16FB3"/>
    <w:rsid w:val="00E2170C"/>
    <w:rsid w:val="00E26755"/>
    <w:rsid w:val="00E26E85"/>
    <w:rsid w:val="00E27425"/>
    <w:rsid w:val="00E334B1"/>
    <w:rsid w:val="00E37865"/>
    <w:rsid w:val="00E414D7"/>
    <w:rsid w:val="00E4370A"/>
    <w:rsid w:val="00E43C57"/>
    <w:rsid w:val="00E44256"/>
    <w:rsid w:val="00E451D7"/>
    <w:rsid w:val="00E45454"/>
    <w:rsid w:val="00E47B07"/>
    <w:rsid w:val="00E47E60"/>
    <w:rsid w:val="00E505CA"/>
    <w:rsid w:val="00E53721"/>
    <w:rsid w:val="00E55762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94AC8"/>
    <w:rsid w:val="00E97958"/>
    <w:rsid w:val="00EA272A"/>
    <w:rsid w:val="00EA63C3"/>
    <w:rsid w:val="00EA68F8"/>
    <w:rsid w:val="00EC142F"/>
    <w:rsid w:val="00EC216C"/>
    <w:rsid w:val="00EC50EA"/>
    <w:rsid w:val="00ED71F0"/>
    <w:rsid w:val="00EE0571"/>
    <w:rsid w:val="00EE21DC"/>
    <w:rsid w:val="00EE79B6"/>
    <w:rsid w:val="00EE7E16"/>
    <w:rsid w:val="00EF0F11"/>
    <w:rsid w:val="00EF5309"/>
    <w:rsid w:val="00EF5732"/>
    <w:rsid w:val="00EF6787"/>
    <w:rsid w:val="00F11877"/>
    <w:rsid w:val="00F1240A"/>
    <w:rsid w:val="00F16634"/>
    <w:rsid w:val="00F16A4C"/>
    <w:rsid w:val="00F2706A"/>
    <w:rsid w:val="00F333EE"/>
    <w:rsid w:val="00F415CD"/>
    <w:rsid w:val="00F45373"/>
    <w:rsid w:val="00F51561"/>
    <w:rsid w:val="00F52EC4"/>
    <w:rsid w:val="00F61184"/>
    <w:rsid w:val="00F624CD"/>
    <w:rsid w:val="00F678B4"/>
    <w:rsid w:val="00F716BD"/>
    <w:rsid w:val="00F72CDE"/>
    <w:rsid w:val="00F734D8"/>
    <w:rsid w:val="00F76EEA"/>
    <w:rsid w:val="00F85E2E"/>
    <w:rsid w:val="00F914EF"/>
    <w:rsid w:val="00FA038F"/>
    <w:rsid w:val="00FB05BB"/>
    <w:rsid w:val="00FC5471"/>
    <w:rsid w:val="00FD0C8E"/>
    <w:rsid w:val="00FD49E0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53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ustppt">
    <w:name w:val="justppt"/>
    <w:basedOn w:val="Normal"/>
    <w:uiPriority w:val="99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DefaultParagraphFont"/>
    <w:uiPriority w:val="99"/>
    <w:rsid w:val="0002216C"/>
  </w:style>
  <w:style w:type="paragraph" w:customStyle="1" w:styleId="a">
    <w:name w:val="Знак Знак Знак Знак"/>
    <w:basedOn w:val="Normal"/>
    <w:uiPriority w:val="99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"/>
    <w:basedOn w:val="Normal"/>
    <w:uiPriority w:val="99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4"/>
      <w:szCs w:val="24"/>
    </w:rPr>
  </w:style>
  <w:style w:type="paragraph" w:customStyle="1" w:styleId="ConsNormal">
    <w:name w:val="ConsNormal"/>
    <w:uiPriority w:val="99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1">
    <w:name w:val="Знак Знак Знак1 Знак"/>
    <w:basedOn w:val="Normal"/>
    <w:uiPriority w:val="99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FA038F"/>
  </w:style>
  <w:style w:type="character" w:styleId="Hyperlink">
    <w:name w:val="Hyperlink"/>
    <w:basedOn w:val="DefaultParagraphFont"/>
    <w:uiPriority w:val="99"/>
    <w:rsid w:val="00FA038F"/>
    <w:rPr>
      <w:color w:val="0000FF"/>
      <w:u w:val="single"/>
    </w:rPr>
  </w:style>
  <w:style w:type="paragraph" w:styleId="NoSpacing">
    <w:name w:val="No Spacing"/>
    <w:uiPriority w:val="99"/>
    <w:qFormat/>
    <w:rsid w:val="00354EDA"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CF77ED"/>
    <w:pPr>
      <w:widowControl w:val="0"/>
      <w:autoSpaceDE w:val="0"/>
      <w:autoSpaceDN w:val="0"/>
    </w:pPr>
    <w:rPr>
      <w:rFonts w:ascii="Calibri" w:hAnsi="Calibri" w:cs="Calibri"/>
    </w:rPr>
  </w:style>
  <w:style w:type="table" w:styleId="TableGrid">
    <w:name w:val="Table Grid"/>
    <w:basedOn w:val="TableNormal"/>
    <w:uiPriority w:val="99"/>
    <w:rsid w:val="00875E6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1F414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F4141"/>
    <w:rPr>
      <w:rFonts w:ascii="Courier New" w:hAnsi="Courier New" w:cs="Courier New"/>
    </w:rPr>
  </w:style>
  <w:style w:type="paragraph" w:styleId="Header">
    <w:name w:val="header"/>
    <w:basedOn w:val="Normal"/>
    <w:link w:val="HeaderChar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26F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26F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952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952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62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62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62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625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62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393</Words>
  <Characters>2245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dc:description/>
  <cp:lastModifiedBy>User</cp:lastModifiedBy>
  <cp:revision>16</cp:revision>
  <cp:lastPrinted>2017-11-24T10:54:00Z</cp:lastPrinted>
  <dcterms:created xsi:type="dcterms:W3CDTF">2017-04-04T11:36:00Z</dcterms:created>
  <dcterms:modified xsi:type="dcterms:W3CDTF">2017-11-24T10:56:00Z</dcterms:modified>
</cp:coreProperties>
</file>