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7E" w:rsidRPr="00741177" w:rsidRDefault="00BE177E" w:rsidP="00854567">
      <w:pPr>
        <w:shd w:val="clear" w:color="auto" w:fill="FFFFFF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741177">
        <w:rPr>
          <w:sz w:val="28"/>
          <w:szCs w:val="28"/>
        </w:rPr>
        <w:t>ПРИЛОЖЕНИЕ  № 1</w:t>
      </w:r>
    </w:p>
    <w:p w:rsidR="00BE177E" w:rsidRDefault="00BE177E" w:rsidP="00854567">
      <w:pPr>
        <w:ind w:firstLine="4961"/>
        <w:jc w:val="right"/>
        <w:rPr>
          <w:sz w:val="28"/>
          <w:szCs w:val="28"/>
        </w:rPr>
      </w:pPr>
    </w:p>
    <w:p w:rsidR="00BE177E" w:rsidRPr="00741177" w:rsidRDefault="00BE177E" w:rsidP="00854567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BE177E" w:rsidRPr="00741177" w:rsidRDefault="00BE177E" w:rsidP="00854567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BE177E" w:rsidRPr="00741177" w:rsidRDefault="00BE177E" w:rsidP="00854567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BE177E" w:rsidRPr="00741177" w:rsidRDefault="00BE177E" w:rsidP="00854567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BE177E" w:rsidRPr="00741177" w:rsidRDefault="00BE177E" w:rsidP="00854567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Стародеревянковского сел</w:t>
      </w:r>
      <w:r w:rsidRPr="00741177">
        <w:rPr>
          <w:sz w:val="28"/>
          <w:szCs w:val="28"/>
        </w:rPr>
        <w:t xml:space="preserve">ьского  </w:t>
      </w:r>
    </w:p>
    <w:p w:rsidR="00BE177E" w:rsidRDefault="00BE177E" w:rsidP="00854567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Каневского </w:t>
      </w:r>
      <w:r w:rsidRPr="0074117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   </w:t>
      </w:r>
    </w:p>
    <w:p w:rsidR="00BE177E" w:rsidRPr="00741177" w:rsidRDefault="00BE177E" w:rsidP="00854567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«Формирование современной  </w:t>
      </w:r>
    </w:p>
    <w:p w:rsidR="00BE177E" w:rsidRDefault="00BE177E" w:rsidP="00854567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городской среды» </w:t>
      </w:r>
    </w:p>
    <w:p w:rsidR="00BE177E" w:rsidRDefault="00BE177E" w:rsidP="00854567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на 2018-2022 годы</w:t>
      </w:r>
    </w:p>
    <w:p w:rsidR="00BE177E" w:rsidRPr="00741177" w:rsidRDefault="00BE177E" w:rsidP="00B23C91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0" w:type="auto"/>
        <w:tblLook w:val="00A0"/>
      </w:tblPr>
      <w:tblGrid>
        <w:gridCol w:w="9570"/>
      </w:tblGrid>
      <w:tr w:rsidR="00BE177E" w:rsidRPr="006200C7">
        <w:tc>
          <w:tcPr>
            <w:tcW w:w="9570" w:type="dxa"/>
          </w:tcPr>
          <w:p w:rsidR="00BE177E" w:rsidRDefault="00BE177E" w:rsidP="001E7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BE177E" w:rsidRPr="00F320F0" w:rsidRDefault="00BE177E" w:rsidP="001E7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ФОРМА </w:t>
            </w:r>
            <w:r w:rsidRPr="00F320F0">
              <w:rPr>
                <w:color w:val="000000"/>
                <w:sz w:val="28"/>
                <w:szCs w:val="28"/>
              </w:rPr>
              <w:t>ЗАЯВК</w:t>
            </w:r>
            <w:r>
              <w:rPr>
                <w:color w:val="000000"/>
                <w:sz w:val="28"/>
                <w:szCs w:val="28"/>
              </w:rPr>
              <w:t>И</w:t>
            </w:r>
          </w:p>
          <w:p w:rsidR="00BE177E" w:rsidRDefault="00BE177E" w:rsidP="001E7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320F0">
              <w:rPr>
                <w:color w:val="000000"/>
                <w:sz w:val="28"/>
                <w:szCs w:val="28"/>
              </w:rPr>
              <w:t xml:space="preserve">о включении дворовой территории в муниципальную программу </w:t>
            </w:r>
            <w:r>
              <w:rPr>
                <w:color w:val="000000"/>
                <w:sz w:val="28"/>
                <w:szCs w:val="28"/>
              </w:rPr>
              <w:t>Стародеревянковского сельского поселения Каневского района</w:t>
            </w:r>
          </w:p>
          <w:p w:rsidR="00BE177E" w:rsidRDefault="00BE177E" w:rsidP="001E7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«Ф</w:t>
            </w:r>
            <w:r w:rsidRPr="00F320F0">
              <w:rPr>
                <w:color w:val="000000"/>
                <w:sz w:val="28"/>
                <w:szCs w:val="28"/>
              </w:rPr>
              <w:t>ормировани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F320F0">
              <w:rPr>
                <w:color w:val="000000"/>
                <w:sz w:val="28"/>
                <w:szCs w:val="28"/>
              </w:rPr>
              <w:t xml:space="preserve"> современной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320F0">
              <w:rPr>
                <w:color w:val="000000"/>
                <w:sz w:val="28"/>
                <w:szCs w:val="28"/>
              </w:rPr>
              <w:t xml:space="preserve"> городской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320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</w:t>
            </w:r>
            <w:r w:rsidRPr="00F320F0">
              <w:rPr>
                <w:color w:val="000000"/>
                <w:sz w:val="28"/>
                <w:szCs w:val="28"/>
              </w:rPr>
              <w:t xml:space="preserve"> 201</w:t>
            </w:r>
            <w:r>
              <w:rPr>
                <w:color w:val="000000"/>
                <w:sz w:val="28"/>
                <w:szCs w:val="28"/>
              </w:rPr>
              <w:t>8-2022</w:t>
            </w:r>
            <w:r w:rsidRPr="00F320F0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ы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BE177E" w:rsidRPr="006200C7" w:rsidRDefault="00BE177E" w:rsidP="007E2CF3">
      <w:pPr>
        <w:rPr>
          <w:vanish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3510"/>
        <w:gridCol w:w="6060"/>
      </w:tblGrid>
      <w:tr w:rsidR="00BE177E" w:rsidRPr="006200C7">
        <w:tc>
          <w:tcPr>
            <w:tcW w:w="3510" w:type="dxa"/>
          </w:tcPr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060" w:type="dxa"/>
          </w:tcPr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200C7">
              <w:rPr>
                <w:color w:val="000000"/>
                <w:sz w:val="28"/>
                <w:szCs w:val="28"/>
              </w:rPr>
              <w:t xml:space="preserve">В администрацию </w:t>
            </w:r>
            <w:r>
              <w:rPr>
                <w:color w:val="000000"/>
                <w:sz w:val="28"/>
                <w:szCs w:val="28"/>
              </w:rPr>
              <w:t>Стародеревянковского сельского поселения Каневского района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6200C7">
              <w:rPr>
                <w:color w:val="000000"/>
                <w:sz w:val="28"/>
                <w:szCs w:val="28"/>
              </w:rPr>
              <w:t>т</w:t>
            </w:r>
            <w:r w:rsidRPr="006200C7">
              <w:rPr>
                <w:color w:val="000000"/>
                <w:sz w:val="26"/>
                <w:szCs w:val="26"/>
              </w:rPr>
              <w:t xml:space="preserve"> ___________________________________ 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6200C7">
              <w:rPr>
                <w:color w:val="000000"/>
                <w:sz w:val="17"/>
                <w:szCs w:val="17"/>
              </w:rPr>
              <w:t xml:space="preserve">(указывается полностью фамилия, имя, отчество представителя) 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6200C7">
              <w:rPr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6200C7">
              <w:rPr>
                <w:color w:val="000000"/>
                <w:sz w:val="28"/>
                <w:szCs w:val="28"/>
              </w:rPr>
              <w:t>проживающий (ая) по адресу:</w:t>
            </w:r>
            <w:r w:rsidRPr="006200C7">
              <w:rPr>
                <w:color w:val="000000"/>
                <w:sz w:val="26"/>
                <w:szCs w:val="26"/>
              </w:rPr>
              <w:t xml:space="preserve"> 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6200C7">
              <w:rPr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6200C7">
              <w:rPr>
                <w:color w:val="000000"/>
                <w:sz w:val="28"/>
                <w:szCs w:val="28"/>
              </w:rPr>
              <w:t>Номер контактного телефона:</w:t>
            </w:r>
            <w:r w:rsidRPr="006200C7">
              <w:rPr>
                <w:color w:val="000000"/>
                <w:sz w:val="26"/>
                <w:szCs w:val="26"/>
              </w:rPr>
              <w:t xml:space="preserve"> _______________________________________ </w:t>
            </w:r>
          </w:p>
          <w:p w:rsidR="00BE177E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BE177E" w:rsidRPr="006200C7" w:rsidRDefault="00BE177E" w:rsidP="001E75F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BE177E" w:rsidRPr="00F320F0" w:rsidRDefault="00BE177E" w:rsidP="007E2CF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20F0">
        <w:rPr>
          <w:color w:val="000000"/>
          <w:sz w:val="28"/>
          <w:szCs w:val="28"/>
        </w:rPr>
        <w:t>ЗАЯВК</w:t>
      </w:r>
      <w:r>
        <w:rPr>
          <w:color w:val="000000"/>
          <w:sz w:val="28"/>
          <w:szCs w:val="28"/>
        </w:rPr>
        <w:t>А</w:t>
      </w:r>
    </w:p>
    <w:p w:rsidR="00BE177E" w:rsidRDefault="00BE177E" w:rsidP="007E09B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20F0">
        <w:rPr>
          <w:color w:val="000000"/>
          <w:sz w:val="28"/>
          <w:szCs w:val="28"/>
        </w:rPr>
        <w:t>о включении дворовой территории в муниципальную программу</w:t>
      </w:r>
    </w:p>
    <w:p w:rsidR="00BE177E" w:rsidRDefault="00BE177E" w:rsidP="007E09B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20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</w:p>
    <w:p w:rsidR="00BE177E" w:rsidRDefault="00BE177E" w:rsidP="007E09B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</w:t>
      </w:r>
      <w:r w:rsidRPr="00F320F0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 xml:space="preserve">е </w:t>
      </w:r>
      <w:r w:rsidRPr="00F320F0">
        <w:rPr>
          <w:color w:val="000000"/>
          <w:sz w:val="28"/>
          <w:szCs w:val="28"/>
        </w:rPr>
        <w:t xml:space="preserve"> современной</w:t>
      </w:r>
      <w:r>
        <w:rPr>
          <w:color w:val="000000"/>
          <w:sz w:val="28"/>
          <w:szCs w:val="28"/>
        </w:rPr>
        <w:t xml:space="preserve"> </w:t>
      </w:r>
      <w:r w:rsidRPr="00F320F0">
        <w:rPr>
          <w:color w:val="000000"/>
          <w:sz w:val="28"/>
          <w:szCs w:val="28"/>
        </w:rPr>
        <w:t xml:space="preserve"> городской среды</w:t>
      </w:r>
      <w:r>
        <w:rPr>
          <w:color w:val="000000"/>
          <w:sz w:val="28"/>
          <w:szCs w:val="28"/>
        </w:rPr>
        <w:t>»</w:t>
      </w:r>
      <w:r w:rsidRPr="00F320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F320F0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8-2022</w:t>
      </w:r>
      <w:r w:rsidRPr="00F320F0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</w:p>
    <w:p w:rsidR="00BE177E" w:rsidRPr="00F320F0" w:rsidRDefault="00BE177E" w:rsidP="007E2CF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E177E" w:rsidRPr="00B22A25" w:rsidRDefault="00BE177E" w:rsidP="007E2CF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2A25">
        <w:rPr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</w:t>
      </w:r>
      <w:r w:rsidRPr="00B22A25">
        <w:rPr>
          <w:color w:val="000000"/>
          <w:sz w:val="28"/>
          <w:szCs w:val="28"/>
        </w:rPr>
        <w:t xml:space="preserve"> </w:t>
      </w:r>
    </w:p>
    <w:p w:rsidR="00BE177E" w:rsidRPr="00F320F0" w:rsidRDefault="00BE177E" w:rsidP="007E2CF3">
      <w:pPr>
        <w:autoSpaceDE w:val="0"/>
        <w:autoSpaceDN w:val="0"/>
        <w:adjustRightInd w:val="0"/>
        <w:jc w:val="center"/>
        <w:rPr>
          <w:color w:val="000000"/>
          <w:sz w:val="17"/>
          <w:szCs w:val="17"/>
        </w:rPr>
      </w:pPr>
      <w:r w:rsidRPr="00F320F0">
        <w:rPr>
          <w:color w:val="000000"/>
          <w:sz w:val="17"/>
          <w:szCs w:val="17"/>
        </w:rPr>
        <w:t>(указать адрес многоквартирного дома)</w:t>
      </w:r>
    </w:p>
    <w:p w:rsidR="00BE177E" w:rsidRPr="00F320F0" w:rsidRDefault="00BE177E" w:rsidP="007E2CF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F320F0">
        <w:rPr>
          <w:color w:val="000000"/>
          <w:sz w:val="28"/>
          <w:szCs w:val="28"/>
        </w:rPr>
        <w:t xml:space="preserve">в муниципальную программу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 «Ф</w:t>
      </w:r>
      <w:r w:rsidRPr="00F320F0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F320F0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 на</w:t>
      </w:r>
      <w:r w:rsidRPr="00F320F0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8-2022 годы</w:t>
      </w:r>
      <w:r w:rsidRPr="00F320F0">
        <w:rPr>
          <w:color w:val="000000"/>
          <w:sz w:val="28"/>
          <w:szCs w:val="28"/>
        </w:rPr>
        <w:t xml:space="preserve"> для благоустройства дворовой территории.</w:t>
      </w:r>
      <w:r w:rsidRPr="00F320F0">
        <w:rPr>
          <w:color w:val="000000"/>
          <w:sz w:val="26"/>
          <w:szCs w:val="26"/>
        </w:rPr>
        <w:t xml:space="preserve"> 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320F0">
        <w:rPr>
          <w:color w:val="000000"/>
          <w:sz w:val="28"/>
          <w:szCs w:val="28"/>
        </w:rPr>
        <w:t xml:space="preserve">Приложение: 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320F0">
        <w:rPr>
          <w:color w:val="000000"/>
          <w:sz w:val="28"/>
          <w:szCs w:val="28"/>
        </w:rPr>
        <w:t xml:space="preserve">1. Оригинал протокола(ов) </w:t>
      </w:r>
      <w:r>
        <w:rPr>
          <w:color w:val="000000"/>
          <w:sz w:val="28"/>
          <w:szCs w:val="28"/>
        </w:rPr>
        <w:t xml:space="preserve">внеочередного </w:t>
      </w:r>
      <w:r w:rsidRPr="00F320F0">
        <w:rPr>
          <w:color w:val="000000"/>
          <w:sz w:val="28"/>
          <w:szCs w:val="28"/>
        </w:rPr>
        <w:t>общего собрания собственников помещений в многоквартирном доме, решений собственников зданий и сооружений.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</w:t>
      </w:r>
      <w:r w:rsidRPr="00426095">
        <w:rPr>
          <w:color w:val="000000"/>
          <w:sz w:val="28"/>
          <w:szCs w:val="28"/>
        </w:rPr>
        <w:t>ереч</w:t>
      </w:r>
      <w:r>
        <w:rPr>
          <w:color w:val="000000"/>
          <w:sz w:val="28"/>
          <w:szCs w:val="28"/>
        </w:rPr>
        <w:t>е</w:t>
      </w:r>
      <w:r w:rsidRPr="0042609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ь</w:t>
      </w:r>
      <w:r w:rsidRPr="00426095">
        <w:rPr>
          <w:color w:val="000000"/>
          <w:sz w:val="28"/>
          <w:szCs w:val="28"/>
        </w:rPr>
        <w:t xml:space="preserve">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  <w:r w:rsidRPr="00F320F0">
        <w:rPr>
          <w:color w:val="000000"/>
          <w:sz w:val="28"/>
          <w:szCs w:val="28"/>
        </w:rPr>
        <w:t xml:space="preserve"> </w:t>
      </w:r>
    </w:p>
    <w:p w:rsidR="00BE177E" w:rsidRPr="00F320F0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426095">
        <w:rPr>
          <w:color w:val="000000"/>
          <w:sz w:val="28"/>
          <w:szCs w:val="28"/>
        </w:rPr>
        <w:t>ереч</w:t>
      </w:r>
      <w:r>
        <w:rPr>
          <w:color w:val="000000"/>
          <w:sz w:val="28"/>
          <w:szCs w:val="28"/>
        </w:rPr>
        <w:t>е</w:t>
      </w:r>
      <w:r w:rsidRPr="0042609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ь</w:t>
      </w:r>
      <w:r w:rsidRPr="00426095">
        <w:rPr>
          <w:color w:val="000000"/>
          <w:sz w:val="28"/>
          <w:szCs w:val="28"/>
        </w:rPr>
        <w:t xml:space="preserve">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>
        <w:rPr>
          <w:color w:val="000000"/>
          <w:sz w:val="28"/>
          <w:szCs w:val="28"/>
        </w:rPr>
        <w:t>.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</w:t>
      </w:r>
      <w:r w:rsidRPr="006F0AEA">
        <w:rPr>
          <w:color w:val="000000"/>
          <w:sz w:val="28"/>
          <w:szCs w:val="28"/>
        </w:rPr>
        <w:t>хема</w:t>
      </w:r>
      <w:r>
        <w:rPr>
          <w:color w:val="000000"/>
          <w:sz w:val="28"/>
          <w:szCs w:val="28"/>
        </w:rPr>
        <w:t xml:space="preserve">, чертеж, рисунок </w:t>
      </w:r>
      <w:r w:rsidRPr="00F320F0">
        <w:rPr>
          <w:color w:val="000000"/>
          <w:sz w:val="28"/>
          <w:szCs w:val="28"/>
        </w:rPr>
        <w:t>территории, предлагаемой к благоустройству</w:t>
      </w:r>
      <w:r>
        <w:rPr>
          <w:color w:val="000000"/>
          <w:sz w:val="28"/>
          <w:szCs w:val="28"/>
        </w:rPr>
        <w:t>.</w:t>
      </w:r>
    </w:p>
    <w:p w:rsidR="00BE177E" w:rsidRDefault="00BE177E" w:rsidP="00E84EE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5.  Дизайн-проект благоустройства территории </w:t>
      </w:r>
      <w:r w:rsidRPr="006F0AEA">
        <w:rPr>
          <w:color w:val="000000"/>
          <w:sz w:val="28"/>
          <w:szCs w:val="28"/>
        </w:rPr>
        <w:t>(при наличии)</w:t>
      </w:r>
      <w:r>
        <w:rPr>
          <w:color w:val="000000"/>
          <w:sz w:val="28"/>
          <w:szCs w:val="28"/>
        </w:rPr>
        <w:t>.</w:t>
      </w:r>
      <w:r w:rsidRPr="00F320F0">
        <w:rPr>
          <w:color w:val="000000"/>
          <w:sz w:val="28"/>
          <w:szCs w:val="28"/>
        </w:rPr>
        <w:t xml:space="preserve"> 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6</w:t>
      </w:r>
      <w:r w:rsidRPr="00F320F0">
        <w:rPr>
          <w:color w:val="000000"/>
          <w:sz w:val="28"/>
          <w:szCs w:val="28"/>
        </w:rPr>
        <w:t>. 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  <w:r w:rsidRPr="00F320F0">
        <w:rPr>
          <w:color w:val="000000"/>
          <w:sz w:val="26"/>
          <w:szCs w:val="26"/>
        </w:rPr>
        <w:t xml:space="preserve"> </w:t>
      </w:r>
    </w:p>
    <w:p w:rsidR="00BE177E" w:rsidRPr="00E903F7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E903F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Фото- и видеоматериалы проведения внеочередного общего собрания собственников жилых помещений в многоквартирном доме.</w:t>
      </w:r>
    </w:p>
    <w:p w:rsidR="00BE177E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BE177E" w:rsidRPr="00F320F0" w:rsidRDefault="00BE177E" w:rsidP="007E2CF3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F320F0">
        <w:rPr>
          <w:color w:val="000000"/>
          <w:sz w:val="26"/>
          <w:szCs w:val="26"/>
        </w:rPr>
        <w:t>Представитель</w:t>
      </w:r>
      <w:r>
        <w:rPr>
          <w:color w:val="000000"/>
          <w:sz w:val="26"/>
          <w:szCs w:val="26"/>
        </w:rPr>
        <w:t xml:space="preserve">        </w:t>
      </w:r>
      <w:r w:rsidRPr="00F320F0">
        <w:rPr>
          <w:color w:val="000000"/>
          <w:sz w:val="26"/>
          <w:szCs w:val="26"/>
        </w:rPr>
        <w:t xml:space="preserve"> ______________ </w:t>
      </w:r>
      <w:r>
        <w:rPr>
          <w:color w:val="000000"/>
          <w:sz w:val="26"/>
          <w:szCs w:val="26"/>
        </w:rPr>
        <w:t xml:space="preserve">                </w:t>
      </w:r>
      <w:r w:rsidRPr="00F320F0">
        <w:rPr>
          <w:color w:val="000000"/>
          <w:sz w:val="26"/>
          <w:szCs w:val="26"/>
        </w:rPr>
        <w:t xml:space="preserve">________________ </w:t>
      </w:r>
    </w:p>
    <w:p w:rsidR="00BE177E" w:rsidRDefault="00BE177E" w:rsidP="007E2CF3">
      <w:pPr>
        <w:ind w:firstLine="851"/>
        <w:jc w:val="both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t xml:space="preserve">                                                                </w:t>
      </w:r>
      <w:r w:rsidRPr="00F320F0">
        <w:rPr>
          <w:color w:val="000000"/>
          <w:sz w:val="17"/>
          <w:szCs w:val="17"/>
        </w:rPr>
        <w:t xml:space="preserve">(подпись) </w:t>
      </w:r>
      <w:r>
        <w:rPr>
          <w:color w:val="000000"/>
          <w:sz w:val="17"/>
          <w:szCs w:val="17"/>
        </w:rPr>
        <w:t xml:space="preserve">                                                </w:t>
      </w:r>
      <w:r w:rsidRPr="00F320F0">
        <w:rPr>
          <w:color w:val="000000"/>
          <w:sz w:val="17"/>
          <w:szCs w:val="17"/>
        </w:rPr>
        <w:t>(Фамилия и инициалы)</w:t>
      </w:r>
    </w:p>
    <w:p w:rsidR="00BE177E" w:rsidRDefault="00BE177E" w:rsidP="007E2CF3">
      <w:pPr>
        <w:ind w:firstLine="851"/>
        <w:jc w:val="both"/>
        <w:rPr>
          <w:sz w:val="28"/>
          <w:szCs w:val="28"/>
        </w:rPr>
      </w:pPr>
    </w:p>
    <w:p w:rsidR="00BE177E" w:rsidRPr="00741177" w:rsidRDefault="00BE177E" w:rsidP="006C5CF9">
      <w:pPr>
        <w:spacing w:line="240" w:lineRule="exact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BE177E" w:rsidRPr="00741177" w:rsidRDefault="00BE177E" w:rsidP="006C5CF9">
      <w:pPr>
        <w:spacing w:line="240" w:lineRule="exact"/>
        <w:jc w:val="both"/>
        <w:rPr>
          <w:sz w:val="28"/>
          <w:szCs w:val="28"/>
          <w:lang w:eastAsia="en-US"/>
        </w:rPr>
      </w:pPr>
    </w:p>
    <w:p w:rsidR="00BE177E" w:rsidRDefault="00BE177E" w:rsidP="0039444E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BE177E" w:rsidRPr="00741177" w:rsidRDefault="00BE177E" w:rsidP="0039444E">
      <w:pPr>
        <w:tabs>
          <w:tab w:val="left" w:pos="0"/>
        </w:tabs>
        <w:spacing w:line="240" w:lineRule="exact"/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BE177E" w:rsidRPr="00741177" w:rsidRDefault="00BE177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sectPr w:rsidR="00BE177E" w:rsidRPr="00741177" w:rsidSect="007E09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80" w:right="567" w:bottom="851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77E" w:rsidRDefault="00BE177E" w:rsidP="00C62BF1">
      <w:r>
        <w:separator/>
      </w:r>
    </w:p>
  </w:endnote>
  <w:endnote w:type="continuationSeparator" w:id="0">
    <w:p w:rsidR="00BE177E" w:rsidRDefault="00BE177E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7E" w:rsidRDefault="00BE17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7E" w:rsidRDefault="00BE17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77E" w:rsidRDefault="00BE177E" w:rsidP="00C62BF1">
      <w:r>
        <w:separator/>
      </w:r>
    </w:p>
  </w:footnote>
  <w:footnote w:type="continuationSeparator" w:id="0">
    <w:p w:rsidR="00BE177E" w:rsidRDefault="00BE177E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7E" w:rsidRDefault="00BE177E">
    <w:pPr>
      <w:pStyle w:val="Header"/>
      <w:jc w:val="center"/>
    </w:pPr>
    <w:r>
      <w:t>2</w:t>
    </w:r>
  </w:p>
  <w:p w:rsidR="00BE177E" w:rsidRPr="009A6B5D" w:rsidRDefault="00BE177E" w:rsidP="009A6B5D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77E" w:rsidRDefault="00BE17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5A0C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E6AA6"/>
    <w:rsid w:val="001E75FF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1201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444E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006"/>
    <w:rsid w:val="0041429E"/>
    <w:rsid w:val="00416478"/>
    <w:rsid w:val="00421691"/>
    <w:rsid w:val="0042564A"/>
    <w:rsid w:val="00426095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102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610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5C16"/>
    <w:rsid w:val="00536939"/>
    <w:rsid w:val="00536BAF"/>
    <w:rsid w:val="0054111E"/>
    <w:rsid w:val="0054770D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4305"/>
    <w:rsid w:val="00615758"/>
    <w:rsid w:val="00615D7B"/>
    <w:rsid w:val="00616B28"/>
    <w:rsid w:val="006200C7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0AEA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406D"/>
    <w:rsid w:val="007D5EBE"/>
    <w:rsid w:val="007D7BE5"/>
    <w:rsid w:val="007D7DFB"/>
    <w:rsid w:val="007E09B6"/>
    <w:rsid w:val="007E2CF3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A82"/>
    <w:rsid w:val="00852D7E"/>
    <w:rsid w:val="00853BC7"/>
    <w:rsid w:val="008544E0"/>
    <w:rsid w:val="00854567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4019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31A5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2A25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0DCD"/>
    <w:rsid w:val="00BE177E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61F7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03FD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266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1983"/>
    <w:rsid w:val="00E827D0"/>
    <w:rsid w:val="00E84EED"/>
    <w:rsid w:val="00E8685A"/>
    <w:rsid w:val="00E87880"/>
    <w:rsid w:val="00E903F7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20F0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97775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04C7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439</Words>
  <Characters>2505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12</cp:revision>
  <cp:lastPrinted>2017-11-24T11:38:00Z</cp:lastPrinted>
  <dcterms:created xsi:type="dcterms:W3CDTF">2017-04-04T10:56:00Z</dcterms:created>
  <dcterms:modified xsi:type="dcterms:W3CDTF">2017-11-24T11:38:00Z</dcterms:modified>
</cp:coreProperties>
</file>