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755"/>
        <w:gridCol w:w="4816"/>
      </w:tblGrid>
      <w:tr w:rsidR="00AD2335" w:rsidRPr="00FA4E41">
        <w:tc>
          <w:tcPr>
            <w:tcW w:w="5104" w:type="dxa"/>
          </w:tcPr>
          <w:p w:rsidR="00AD2335" w:rsidRPr="00FA4E41" w:rsidRDefault="00AD2335" w:rsidP="00FA4E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D2335" w:rsidRPr="00FA4E41" w:rsidRDefault="00AD2335" w:rsidP="00431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D2335" w:rsidRPr="00FA4E41" w:rsidRDefault="00AD2335" w:rsidP="00431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335" w:rsidRPr="00FA4E41">
        <w:tc>
          <w:tcPr>
            <w:tcW w:w="5104" w:type="dxa"/>
          </w:tcPr>
          <w:p w:rsidR="00AD2335" w:rsidRPr="00FA4E41" w:rsidRDefault="00AD2335" w:rsidP="00FA4E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D2335" w:rsidRPr="00FA4E41" w:rsidRDefault="00AD2335" w:rsidP="00431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AD2335" w:rsidRPr="00FA4E41">
        <w:tc>
          <w:tcPr>
            <w:tcW w:w="5104" w:type="dxa"/>
          </w:tcPr>
          <w:p w:rsidR="00AD2335" w:rsidRPr="00FA4E41" w:rsidRDefault="00AD2335" w:rsidP="00FA4E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D2335" w:rsidRPr="00FA4E41" w:rsidRDefault="00AD2335" w:rsidP="00431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постановлением Стародеревянковского</w:t>
            </w:r>
          </w:p>
        </w:tc>
      </w:tr>
      <w:tr w:rsidR="00AD2335" w:rsidRPr="00FA4E41">
        <w:tc>
          <w:tcPr>
            <w:tcW w:w="5104" w:type="dxa"/>
          </w:tcPr>
          <w:p w:rsidR="00AD2335" w:rsidRPr="00FA4E41" w:rsidRDefault="00AD2335" w:rsidP="00FA4E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D2335" w:rsidRPr="00FA4E41" w:rsidRDefault="00AD2335" w:rsidP="00431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AD2335" w:rsidRDefault="00AD2335" w:rsidP="00431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Каневского района </w:t>
            </w:r>
          </w:p>
          <w:p w:rsidR="00AD2335" w:rsidRPr="00FA4E41" w:rsidRDefault="00AD2335" w:rsidP="00431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29.10.2021 </w:t>
            </w: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287</w:t>
            </w:r>
          </w:p>
        </w:tc>
      </w:tr>
    </w:tbl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Стародеревянковского сельского поселения Каневского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среднесрочный период </w:t>
      </w:r>
    </w:p>
    <w:p w:rsidR="00AD2335" w:rsidRPr="00BE57BC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E57B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7B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E57B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E57B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64"/>
        <w:gridCol w:w="1406"/>
        <w:gridCol w:w="1417"/>
        <w:gridCol w:w="855"/>
        <w:gridCol w:w="1413"/>
        <w:gridCol w:w="1418"/>
        <w:gridCol w:w="935"/>
      </w:tblGrid>
      <w:tr w:rsidR="00AD2335" w:rsidRPr="00FA4E41" w:rsidTr="00431B2D">
        <w:trPr>
          <w:trHeight w:val="450"/>
        </w:trPr>
        <w:tc>
          <w:tcPr>
            <w:tcW w:w="2564" w:type="dxa"/>
            <w:vMerge w:val="restart"/>
            <w:vAlign w:val="center"/>
          </w:tcPr>
          <w:p w:rsidR="00AD2335" w:rsidRPr="00554A62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A5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5" w:type="dxa"/>
            <w:vMerge w:val="restart"/>
            <w:vAlign w:val="center"/>
          </w:tcPr>
          <w:p w:rsidR="00AD2335" w:rsidRPr="00EA1896" w:rsidRDefault="00AD2335" w:rsidP="00A5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2020г. в % к 2021г.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A5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A5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A5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2335" w:rsidRPr="00FA4E41" w:rsidTr="00431B2D">
        <w:trPr>
          <w:trHeight w:val="450"/>
        </w:trPr>
        <w:tc>
          <w:tcPr>
            <w:tcW w:w="2564" w:type="dxa"/>
            <w:vMerge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55" w:type="dxa"/>
            <w:vMerge/>
            <w:vAlign w:val="center"/>
          </w:tcPr>
          <w:p w:rsidR="00AD2335" w:rsidRPr="00EA1896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935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E57BC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406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55" w:type="dxa"/>
            <w:noWrap/>
            <w:vAlign w:val="center"/>
          </w:tcPr>
          <w:p w:rsidR="00AD2335" w:rsidRPr="00EA1896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935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0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shd w:val="clear" w:color="000000" w:fill="FFFFFF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201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931362,8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967430,9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1015802,4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895287,8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940052,2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987054,8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1444698,2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1516933,1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1592779,8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3503282,9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3643414,2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3752716,6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25816,5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27107,3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27920,5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</w:tr>
      <w:tr w:rsidR="00AD2335" w:rsidRPr="00FA4E41" w:rsidTr="00431B2D">
        <w:trPr>
          <w:trHeight w:val="360"/>
        </w:trPr>
        <w:tc>
          <w:tcPr>
            <w:tcW w:w="10008" w:type="dxa"/>
            <w:gridSpan w:val="7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Цельномолочная продукция,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82261,9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83907,1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85585,2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Масло животное,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131,7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тыс.шт.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4452,3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4585,9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Производство овощных консерв, тыс.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усл.банок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33471,4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34140,8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35847,9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Производство масла сливочного и масляных паст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946,3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965,2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Сыры и творог,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495,5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248,5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2602341,4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2723254,7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2837108,8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1734889,9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1821634,4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1912716,1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460189,6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473995,3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488215,2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shd w:val="clear" w:color="000000" w:fill="FFFFFF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407261,9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427625,0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</w:tr>
      <w:tr w:rsidR="00AD2335" w:rsidRPr="00FA4E41" w:rsidTr="00431B2D">
        <w:trPr>
          <w:trHeight w:val="360"/>
        </w:trPr>
        <w:tc>
          <w:tcPr>
            <w:tcW w:w="10008" w:type="dxa"/>
            <w:gridSpan w:val="7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 после доработки), тыс.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2168,0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2276,4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2390,2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D2335" w:rsidRPr="00FA4E41" w:rsidTr="00431B2D">
        <w:trPr>
          <w:trHeight w:val="525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Плоды и ягоды, тыс.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- всего, тыс. тонн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- всего, тыс. штук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1013,0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1063,7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1013,0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1033,26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1063,7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Улов рыбы в прудовых и других рыбоводных хозяйствах, тыс. тонн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D2335" w:rsidRPr="00FA4E41" w:rsidTr="00431B2D">
        <w:trPr>
          <w:trHeight w:val="360"/>
        </w:trPr>
        <w:tc>
          <w:tcPr>
            <w:tcW w:w="10008" w:type="dxa"/>
            <w:gridSpan w:val="7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1402,0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D40CEA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71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D40CEA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71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1408,0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1408,0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6528,5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6854,9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3584,9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3764,2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3414,2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3584,9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3764,2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935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2723,5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2859,7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406,6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1018,0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1018,0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1018,0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1018,0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1018,0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торговли, 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161099,9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169154,9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177612,7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36064,8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37868,0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39761,5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164049,4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246894,3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259239,0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56853,8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59696,5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62681,3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5383,9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5653,1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</w:tr>
      <w:tr w:rsidR="00AD2335" w:rsidRPr="00FA4E41" w:rsidTr="00431B2D">
        <w:trPr>
          <w:trHeight w:val="360"/>
        </w:trPr>
        <w:tc>
          <w:tcPr>
            <w:tcW w:w="10008" w:type="dxa"/>
            <w:gridSpan w:val="7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начального профессионального образования, тыс.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высшего профессионального образования, тыс.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0F29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обеспеченность населения площадью жилых квартир (на конец года), кв. м. на чел.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сооружениям, кв. м. на 1 тыс. населения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1 792,0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0F29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792,2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1 792,3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1 792,3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1 792,3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655,0</w:t>
            </w:r>
          </w:p>
        </w:tc>
      </w:tr>
      <w:tr w:rsidR="00AD2335" w:rsidRPr="00FA4E41" w:rsidTr="00431B2D">
        <w:trPr>
          <w:trHeight w:val="360"/>
        </w:trPr>
        <w:tc>
          <w:tcPr>
            <w:tcW w:w="10008" w:type="dxa"/>
            <w:gridSpan w:val="7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Малый бизнес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406" w:type="dxa"/>
            <w:shd w:val="clear" w:color="000000" w:fill="FFFFFF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AD2335" w:rsidRPr="00FA4E41" w:rsidTr="00431B2D">
        <w:trPr>
          <w:trHeight w:val="360"/>
        </w:trPr>
        <w:tc>
          <w:tcPr>
            <w:tcW w:w="10008" w:type="dxa"/>
            <w:gridSpan w:val="7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освещенных улиц, км.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водопроводных сетей, км.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канализационных сетей, км.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значения, км.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рытием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AD2335" w:rsidRPr="00FA4E41" w:rsidTr="00431B2D">
        <w:trPr>
          <w:trHeight w:val="360"/>
        </w:trPr>
        <w:tc>
          <w:tcPr>
            <w:tcW w:w="10008" w:type="dxa"/>
            <w:gridSpan w:val="7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AD2335" w:rsidRPr="00FA4E41" w:rsidTr="00431B2D">
        <w:trPr>
          <w:trHeight w:val="360"/>
        </w:trPr>
        <w:tc>
          <w:tcPr>
            <w:tcW w:w="2564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406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D2335" w:rsidRDefault="00AD2335">
      <w:pPr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BE57BC">
      <w:pPr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</w:rPr>
      </w:pPr>
    </w:p>
    <w:p w:rsidR="00AD2335" w:rsidRPr="006E3EAA" w:rsidRDefault="00AD2335" w:rsidP="00431B2D">
      <w:pPr>
        <w:spacing w:after="0"/>
        <w:ind w:hanging="180"/>
        <w:jc w:val="both"/>
        <w:rPr>
          <w:rFonts w:ascii="Times New Roman" w:hAnsi="Times New Roman" w:cs="Times New Roman"/>
          <w:sz w:val="28"/>
          <w:szCs w:val="28"/>
        </w:rPr>
      </w:pPr>
      <w:r w:rsidRPr="006E3EAA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  <w:r>
        <w:rPr>
          <w:rFonts w:ascii="Times New Roman" w:hAnsi="Times New Roman" w:cs="Times New Roman"/>
          <w:sz w:val="28"/>
          <w:szCs w:val="28"/>
        </w:rPr>
        <w:t xml:space="preserve"> и финансов</w:t>
      </w:r>
    </w:p>
    <w:p w:rsidR="00AD2335" w:rsidRPr="006E3EAA" w:rsidRDefault="00AD2335" w:rsidP="00431B2D">
      <w:pPr>
        <w:spacing w:after="0"/>
        <w:ind w:hanging="180"/>
        <w:jc w:val="both"/>
        <w:rPr>
          <w:rFonts w:ascii="Times New Roman" w:hAnsi="Times New Roman" w:cs="Times New Roman"/>
          <w:sz w:val="28"/>
          <w:szCs w:val="28"/>
        </w:rPr>
      </w:pPr>
      <w:r w:rsidRPr="006E3EAA"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AD2335" w:rsidRPr="006E3EAA" w:rsidRDefault="00AD2335" w:rsidP="00431B2D">
      <w:pPr>
        <w:spacing w:after="0"/>
        <w:ind w:right="-545" w:hanging="180"/>
        <w:jc w:val="both"/>
        <w:rPr>
          <w:rFonts w:ascii="Times New Roman" w:hAnsi="Times New Roman" w:cs="Times New Roman"/>
          <w:sz w:val="28"/>
          <w:szCs w:val="28"/>
        </w:rPr>
      </w:pPr>
      <w:r w:rsidRPr="006E3EAA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6E3EAA">
        <w:rPr>
          <w:rFonts w:ascii="Times New Roman" w:hAnsi="Times New Roman" w:cs="Times New Roman"/>
          <w:sz w:val="28"/>
          <w:szCs w:val="28"/>
        </w:rPr>
        <w:tab/>
      </w:r>
      <w:r w:rsidRPr="006E3EAA">
        <w:rPr>
          <w:rFonts w:ascii="Times New Roman" w:hAnsi="Times New Roman" w:cs="Times New Roman"/>
          <w:sz w:val="28"/>
          <w:szCs w:val="28"/>
        </w:rPr>
        <w:tab/>
      </w:r>
      <w:r w:rsidRPr="006E3EAA">
        <w:rPr>
          <w:rFonts w:ascii="Times New Roman" w:hAnsi="Times New Roman" w:cs="Times New Roman"/>
          <w:sz w:val="28"/>
          <w:szCs w:val="28"/>
        </w:rPr>
        <w:tab/>
      </w:r>
      <w:r w:rsidRPr="006E3E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3EAA">
        <w:rPr>
          <w:rFonts w:ascii="Times New Roman" w:hAnsi="Times New Roman" w:cs="Times New Roman"/>
          <w:sz w:val="28"/>
          <w:szCs w:val="28"/>
        </w:rPr>
        <w:t>А.В.Бортникова</w:t>
      </w:r>
    </w:p>
    <w:p w:rsidR="00AD2335" w:rsidRPr="00BE57BC" w:rsidRDefault="00AD2335" w:rsidP="00431B2D">
      <w:pPr>
        <w:spacing w:after="0" w:line="240" w:lineRule="auto"/>
        <w:ind w:hanging="180"/>
        <w:rPr>
          <w:rFonts w:ascii="Times New Roman" w:hAnsi="Times New Roman" w:cs="Times New Roman"/>
          <w:sz w:val="28"/>
          <w:szCs w:val="28"/>
        </w:rPr>
      </w:pPr>
    </w:p>
    <w:sectPr w:rsidR="00AD2335" w:rsidRPr="00BE57BC" w:rsidSect="00554A62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7BC"/>
    <w:rsid w:val="0000689F"/>
    <w:rsid w:val="00023CE7"/>
    <w:rsid w:val="000248EE"/>
    <w:rsid w:val="000663DF"/>
    <w:rsid w:val="000F29C7"/>
    <w:rsid w:val="001A10F6"/>
    <w:rsid w:val="00222BFB"/>
    <w:rsid w:val="00277BA4"/>
    <w:rsid w:val="00380E96"/>
    <w:rsid w:val="00384B38"/>
    <w:rsid w:val="00392A8B"/>
    <w:rsid w:val="003F0ED4"/>
    <w:rsid w:val="00431B2D"/>
    <w:rsid w:val="00454517"/>
    <w:rsid w:val="004A333E"/>
    <w:rsid w:val="004D1FAE"/>
    <w:rsid w:val="005047D0"/>
    <w:rsid w:val="00554A62"/>
    <w:rsid w:val="00670AAE"/>
    <w:rsid w:val="00690C2C"/>
    <w:rsid w:val="0069520E"/>
    <w:rsid w:val="006E3EAA"/>
    <w:rsid w:val="0071208F"/>
    <w:rsid w:val="007B4B76"/>
    <w:rsid w:val="008443FC"/>
    <w:rsid w:val="00852A6F"/>
    <w:rsid w:val="008634C5"/>
    <w:rsid w:val="008810FC"/>
    <w:rsid w:val="008D4281"/>
    <w:rsid w:val="00906DC0"/>
    <w:rsid w:val="00925368"/>
    <w:rsid w:val="00935BE7"/>
    <w:rsid w:val="00A519CA"/>
    <w:rsid w:val="00A54BA9"/>
    <w:rsid w:val="00AC0BA5"/>
    <w:rsid w:val="00AD2335"/>
    <w:rsid w:val="00AE32C6"/>
    <w:rsid w:val="00B201BC"/>
    <w:rsid w:val="00B41291"/>
    <w:rsid w:val="00BE57BC"/>
    <w:rsid w:val="00C04E5F"/>
    <w:rsid w:val="00C717AF"/>
    <w:rsid w:val="00CD0E16"/>
    <w:rsid w:val="00D0035E"/>
    <w:rsid w:val="00D40CEA"/>
    <w:rsid w:val="00D550F4"/>
    <w:rsid w:val="00DB1D24"/>
    <w:rsid w:val="00E46B55"/>
    <w:rsid w:val="00E823A6"/>
    <w:rsid w:val="00EA1896"/>
    <w:rsid w:val="00EC7E40"/>
    <w:rsid w:val="00F32977"/>
    <w:rsid w:val="00F41CD5"/>
    <w:rsid w:val="00F8507C"/>
    <w:rsid w:val="00FA4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FA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54A6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</TotalTime>
  <Pages>9</Pages>
  <Words>1655</Words>
  <Characters>9439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User</cp:lastModifiedBy>
  <cp:revision>32</cp:revision>
  <cp:lastPrinted>2021-10-29T09:31:00Z</cp:lastPrinted>
  <dcterms:created xsi:type="dcterms:W3CDTF">2019-11-06T06:45:00Z</dcterms:created>
  <dcterms:modified xsi:type="dcterms:W3CDTF">2021-10-29T09:32:00Z</dcterms:modified>
</cp:coreProperties>
</file>